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8"/>
        <w:gridCol w:w="6"/>
        <w:gridCol w:w="283"/>
        <w:gridCol w:w="3319"/>
        <w:gridCol w:w="3094"/>
        <w:gridCol w:w="1127"/>
        <w:gridCol w:w="847"/>
        <w:gridCol w:w="560"/>
        <w:gridCol w:w="1268"/>
        <w:gridCol w:w="6"/>
        <w:gridCol w:w="274"/>
        <w:gridCol w:w="342"/>
        <w:gridCol w:w="259"/>
        <w:gridCol w:w="526"/>
        <w:gridCol w:w="1127"/>
        <w:gridCol w:w="139"/>
        <w:gridCol w:w="668"/>
        <w:gridCol w:w="179"/>
        <w:gridCol w:w="982"/>
      </w:tblGrid>
      <w:tr w:rsidR="00900FEF" w:rsidRPr="003D114E" w14:paraId="7B3AAECA" w14:textId="77777777" w:rsidTr="00674E1D">
        <w:trPr>
          <w:trHeight w:val="340"/>
        </w:trPr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8D3AD" w14:textId="77777777" w:rsidR="00DF787F" w:rsidRPr="003D114E" w:rsidRDefault="00DF787F" w:rsidP="002E3C53">
            <w:pPr>
              <w:pStyle w:val="URLene-mailadres"/>
            </w:pPr>
          </w:p>
        </w:tc>
        <w:tc>
          <w:tcPr>
            <w:tcW w:w="4495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D4AEB" w14:textId="2F988811" w:rsidR="00DF787F" w:rsidRPr="002230A4" w:rsidRDefault="007518F0" w:rsidP="008A7C87">
            <w:pPr>
              <w:pStyle w:val="Titel"/>
              <w:framePr w:wrap="around"/>
              <w:ind w:left="29"/>
              <w:rPr>
                <w:color w:val="auto"/>
                <w:sz w:val="36"/>
                <w:szCs w:val="36"/>
              </w:rPr>
            </w:pPr>
            <w:r>
              <w:rPr>
                <w:color w:val="auto"/>
                <w:sz w:val="36"/>
                <w:szCs w:val="36"/>
              </w:rPr>
              <w:t xml:space="preserve">Bijlage </w:t>
            </w:r>
            <w:r w:rsidR="006211BF">
              <w:rPr>
                <w:color w:val="auto"/>
                <w:sz w:val="36"/>
                <w:szCs w:val="36"/>
              </w:rPr>
              <w:t xml:space="preserve">2 </w:t>
            </w:r>
            <w:r>
              <w:rPr>
                <w:color w:val="auto"/>
                <w:sz w:val="36"/>
                <w:szCs w:val="36"/>
              </w:rPr>
              <w:t>bij de a</w:t>
            </w:r>
            <w:r w:rsidR="004C2B5F" w:rsidRPr="004C2B5F">
              <w:rPr>
                <w:color w:val="auto"/>
                <w:sz w:val="36"/>
                <w:szCs w:val="36"/>
              </w:rPr>
              <w:t>anvraag van een vergunning of een voorlopig advies voor de uitvoer, doorvoer of overbrenging van defensiegerelateerde producten, ordehandhavingsmateriaal en ander voor militair gebruik dienstig materiaal</w:t>
            </w:r>
            <w:r>
              <w:rPr>
                <w:color w:val="auto"/>
                <w:sz w:val="36"/>
                <w:szCs w:val="36"/>
              </w:rPr>
              <w:t xml:space="preserve">: </w:t>
            </w:r>
            <w:r w:rsidR="00526F02" w:rsidRPr="00526F02">
              <w:rPr>
                <w:color w:val="auto"/>
                <w:sz w:val="36"/>
                <w:szCs w:val="36"/>
              </w:rPr>
              <w:t>militaire vuurwapens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0069F" w14:textId="34A15467" w:rsidR="00DF787F" w:rsidRPr="003D114E" w:rsidRDefault="00C9200D" w:rsidP="00DE23EB">
            <w:pPr>
              <w:pStyle w:val="rechts"/>
              <w:ind w:left="2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14CD</w:t>
            </w:r>
            <w:r w:rsidR="00DF787F" w:rsidRPr="003D114E">
              <w:rPr>
                <w:sz w:val="12"/>
                <w:szCs w:val="12"/>
              </w:rPr>
              <w:t>-</w:t>
            </w:r>
            <w:r w:rsidR="000142EC">
              <w:rPr>
                <w:sz w:val="12"/>
                <w:szCs w:val="12"/>
              </w:rPr>
              <w:t>151</w:t>
            </w:r>
            <w:r w:rsidR="00DE23EB">
              <w:rPr>
                <w:sz w:val="12"/>
                <w:szCs w:val="12"/>
              </w:rPr>
              <w:t>201</w:t>
            </w:r>
          </w:p>
        </w:tc>
      </w:tr>
      <w:tr w:rsidR="00900FEF" w:rsidRPr="003D114E" w14:paraId="3D8E7C5B" w14:textId="77777777" w:rsidTr="00674E1D">
        <w:trPr>
          <w:trHeight w:hRule="exact" w:val="397"/>
        </w:trPr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081F5" w14:textId="77777777" w:rsidR="00CA770C" w:rsidRPr="003D114E" w:rsidRDefault="00CA770C" w:rsidP="00F854CF">
            <w:pPr>
              <w:pStyle w:val="nummersvragen"/>
              <w:framePr w:hSpace="0" w:wrap="auto" w:vAnchor="margin" w:xAlign="left" w:yAlign="inline"/>
              <w:suppressOverlap w:val="0"/>
              <w:rPr>
                <w:b w:val="0"/>
              </w:rPr>
            </w:pPr>
          </w:p>
        </w:tc>
        <w:tc>
          <w:tcPr>
            <w:tcW w:w="4872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6502C" w14:textId="7A4975C3" w:rsidR="00CA770C" w:rsidRPr="003D114E" w:rsidRDefault="00CA770C" w:rsidP="00D430C5">
            <w:pPr>
              <w:pStyle w:val="streepjes"/>
              <w:tabs>
                <w:tab w:val="left" w:pos="153"/>
              </w:tabs>
              <w:ind w:left="29"/>
              <w:jc w:val="left"/>
              <w:rPr>
                <w:color w:val="FFFFFF" w:themeColor="background1"/>
              </w:rPr>
            </w:pPr>
            <w:r w:rsidRPr="003D114E">
              <w:t>////////////////////////////////////////////////////////////////////////////////////////////////</w:t>
            </w:r>
            <w:r w:rsidR="003C26F7">
              <w:t>////////////////////////////////////////////////////////////////////////////////////////////////////////////////////</w:t>
            </w:r>
            <w:r w:rsidR="0019447D">
              <w:t>////////////////////////////</w:t>
            </w:r>
            <w:bookmarkStart w:id="0" w:name="_GoBack"/>
            <w:bookmarkEnd w:id="0"/>
          </w:p>
        </w:tc>
      </w:tr>
      <w:tr w:rsidR="00900FEF" w:rsidRPr="003D114E" w14:paraId="371F0110" w14:textId="77777777" w:rsidTr="00674E1D">
        <w:trPr>
          <w:trHeight w:val="474"/>
        </w:trPr>
        <w:tc>
          <w:tcPr>
            <w:tcW w:w="128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576C4" w14:textId="77777777" w:rsidR="00C817E6" w:rsidRPr="003D114E" w:rsidRDefault="00C817E6" w:rsidP="00C817E6">
            <w:pPr>
              <w:jc w:val="right"/>
              <w:rPr>
                <w:szCs w:val="20"/>
              </w:rPr>
            </w:pPr>
          </w:p>
        </w:tc>
        <w:tc>
          <w:tcPr>
            <w:tcW w:w="4278" w:type="pct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8BDEB" w14:textId="2504FB5E" w:rsidR="00C817E6" w:rsidRDefault="00682640" w:rsidP="00900FEF">
            <w:pPr>
              <w:spacing w:before="40"/>
              <w:ind w:left="28"/>
              <w:rPr>
                <w:rStyle w:val="Zwaar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B2C00B7" wp14:editId="722455D4">
                  <wp:extent cx="1677562" cy="276225"/>
                  <wp:effectExtent l="0" t="0" r="0" b="0"/>
                  <wp:docPr id="2" name="Afbeelding 2" descr="C:\Users\verdicze\AppData\Local\Microsoft\Windows\Temporary Internet Files\Content.Word\DBZak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erdicze\AppData\Local\Microsoft\Windows\Temporary Internet Files\Content.Word\DBZak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562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EAC706" w14:textId="77777777" w:rsidR="00C817E6" w:rsidRDefault="00C817E6" w:rsidP="00900FEF">
            <w:pPr>
              <w:spacing w:before="20"/>
              <w:ind w:left="28"/>
              <w:rPr>
                <w:rStyle w:val="Zwaar"/>
                <w:szCs w:val="20"/>
              </w:rPr>
            </w:pPr>
            <w:r w:rsidRPr="004C2B5F">
              <w:rPr>
                <w:rStyle w:val="Zwaar"/>
                <w:szCs w:val="20"/>
              </w:rPr>
              <w:t xml:space="preserve">Controle Strategische Goederen </w:t>
            </w:r>
          </w:p>
          <w:p w14:paraId="2CE2052D" w14:textId="028AC3FB" w:rsidR="00C817E6" w:rsidRPr="003D114E" w:rsidRDefault="0019447D" w:rsidP="00900FEF">
            <w:pPr>
              <w:ind w:left="28"/>
              <w:rPr>
                <w:szCs w:val="20"/>
              </w:rPr>
            </w:pPr>
            <w:r>
              <w:rPr>
                <w:szCs w:val="20"/>
              </w:rPr>
              <w:t>Havenlaan 88</w:t>
            </w:r>
            <w:r w:rsidR="00C817E6" w:rsidRPr="004C2B5F">
              <w:rPr>
                <w:szCs w:val="20"/>
              </w:rPr>
              <w:t xml:space="preserve"> bus 80</w:t>
            </w:r>
            <w:r w:rsidR="00C817E6" w:rsidRPr="003D114E">
              <w:rPr>
                <w:szCs w:val="20"/>
              </w:rPr>
              <w:t xml:space="preserve">, </w:t>
            </w:r>
            <w:r w:rsidR="00C817E6">
              <w:rPr>
                <w:szCs w:val="20"/>
              </w:rPr>
              <w:t>1</w:t>
            </w:r>
            <w:r w:rsidR="00C817E6" w:rsidRPr="003D114E">
              <w:rPr>
                <w:szCs w:val="20"/>
              </w:rPr>
              <w:t xml:space="preserve">000 </w:t>
            </w:r>
            <w:r w:rsidR="00C817E6">
              <w:rPr>
                <w:szCs w:val="20"/>
              </w:rPr>
              <w:t>BRUSSEL</w:t>
            </w:r>
          </w:p>
          <w:p w14:paraId="75ED5A93" w14:textId="10FF5CE5" w:rsidR="00C817E6" w:rsidRPr="00682640" w:rsidRDefault="00C817E6" w:rsidP="00900FEF">
            <w:pPr>
              <w:ind w:left="28"/>
              <w:rPr>
                <w:szCs w:val="20"/>
                <w:lang w:val="fr-FR"/>
              </w:rPr>
            </w:pPr>
            <w:r w:rsidRPr="00682640">
              <w:rPr>
                <w:rStyle w:val="Zwaar"/>
                <w:szCs w:val="20"/>
                <w:lang w:val="fr-FR"/>
              </w:rPr>
              <w:t>T</w:t>
            </w:r>
            <w:r w:rsidR="0019447D">
              <w:rPr>
                <w:szCs w:val="20"/>
                <w:lang w:val="fr-FR"/>
              </w:rPr>
              <w:t xml:space="preserve"> 02 553 61 71</w:t>
            </w:r>
          </w:p>
          <w:p w14:paraId="55D424DC" w14:textId="77777777" w:rsidR="00682640" w:rsidRPr="00682640" w:rsidRDefault="00CB4734" w:rsidP="00682640">
            <w:pPr>
              <w:rPr>
                <w:lang w:val="fr-FR"/>
              </w:rPr>
            </w:pPr>
            <w:hyperlink r:id="rId12" w:history="1">
              <w:r w:rsidR="00682640" w:rsidRPr="00682640">
                <w:rPr>
                  <w:rStyle w:val="Hyperlink"/>
                  <w:szCs w:val="20"/>
                  <w:lang w:val="fr-FR"/>
                </w:rPr>
                <w:t>csg@vlaanderen.be</w:t>
              </w:r>
            </w:hyperlink>
            <w:r w:rsidR="00682640" w:rsidRPr="00682640">
              <w:rPr>
                <w:rStyle w:val="Hyperlink"/>
                <w:szCs w:val="20"/>
                <w:lang w:val="fr-FR"/>
              </w:rPr>
              <w:t xml:space="preserve"> </w:t>
            </w:r>
            <w:r w:rsidR="00682640" w:rsidRPr="00682640">
              <w:rPr>
                <w:szCs w:val="20"/>
                <w:lang w:val="fr-FR"/>
              </w:rPr>
              <w:t xml:space="preserve">– </w:t>
            </w:r>
            <w:hyperlink r:id="rId13" w:history="1">
              <w:r w:rsidR="00682640" w:rsidRPr="00682640">
                <w:rPr>
                  <w:rStyle w:val="Hyperlink"/>
                  <w:szCs w:val="20"/>
                  <w:lang w:val="fr-FR"/>
                </w:rPr>
                <w:t>www.fdfa.be/csg</w:t>
              </w:r>
            </w:hyperlink>
          </w:p>
          <w:p w14:paraId="1F11EAF6" w14:textId="6020651E" w:rsidR="00C817E6" w:rsidRPr="00682640" w:rsidRDefault="00C817E6" w:rsidP="00900FEF">
            <w:pPr>
              <w:ind w:left="28"/>
              <w:rPr>
                <w:szCs w:val="20"/>
                <w:lang w:val="fr-FR"/>
              </w:rPr>
            </w:pPr>
          </w:p>
        </w:tc>
        <w:tc>
          <w:tcPr>
            <w:tcW w:w="59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6F91DF" w14:textId="77777777" w:rsidR="00C817E6" w:rsidRPr="003D114E" w:rsidRDefault="00C817E6" w:rsidP="00C817E6">
            <w:pPr>
              <w:pStyle w:val="rechts"/>
              <w:ind w:left="29"/>
              <w:rPr>
                <w:i/>
              </w:rPr>
            </w:pPr>
            <w:r w:rsidRPr="003D114E">
              <w:rPr>
                <w:i/>
              </w:rPr>
              <w:t xml:space="preserve">In te vullen door de behandelende </w:t>
            </w:r>
            <w:r>
              <w:rPr>
                <w:i/>
              </w:rPr>
              <w:t>dienst</w:t>
            </w:r>
          </w:p>
          <w:p w14:paraId="2D552952" w14:textId="0A73C798" w:rsidR="00C817E6" w:rsidRPr="003D114E" w:rsidRDefault="00C817E6" w:rsidP="00C817E6">
            <w:pPr>
              <w:pStyle w:val="rechts"/>
              <w:ind w:left="29"/>
              <w:rPr>
                <w:szCs w:val="20"/>
              </w:rPr>
            </w:pPr>
            <w:r w:rsidRPr="003D114E">
              <w:t>ontvangstdatum</w:t>
            </w:r>
          </w:p>
        </w:tc>
      </w:tr>
      <w:tr w:rsidR="00FE54EB" w:rsidRPr="003D114E" w14:paraId="7C4E28DE" w14:textId="77777777" w:rsidTr="00674E1D">
        <w:trPr>
          <w:trHeight w:val="255"/>
        </w:trPr>
        <w:tc>
          <w:tcPr>
            <w:tcW w:w="128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88739" w14:textId="77777777" w:rsidR="00C817E6" w:rsidRPr="003D114E" w:rsidRDefault="00C817E6" w:rsidP="00C817E6">
            <w:pPr>
              <w:jc w:val="right"/>
              <w:rPr>
                <w:szCs w:val="20"/>
              </w:rPr>
            </w:pPr>
          </w:p>
        </w:tc>
        <w:tc>
          <w:tcPr>
            <w:tcW w:w="4278" w:type="pct"/>
            <w:gridSpan w:val="1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E86954" w14:textId="77777777" w:rsidR="00C817E6" w:rsidRPr="008B4DFE" w:rsidRDefault="00C817E6" w:rsidP="00C817E6">
            <w:pPr>
              <w:ind w:left="29"/>
              <w:rPr>
                <w:rFonts w:ascii="Flanders Art Sans" w:hAnsi="Flanders Art Sans"/>
                <w:noProof/>
                <w:lang w:val="en-GB" w:eastAsia="en-GB"/>
              </w:rPr>
            </w:pPr>
          </w:p>
        </w:tc>
        <w:tc>
          <w:tcPr>
            <w:tcW w:w="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D8A45" w14:textId="77777777" w:rsidR="00C817E6" w:rsidRPr="003D114E" w:rsidDel="00C817E6" w:rsidRDefault="00C817E6" w:rsidP="00C817E6">
            <w:pPr>
              <w:pStyle w:val="rechts"/>
              <w:ind w:left="29"/>
              <w:rPr>
                <w:i/>
                <w:szCs w:val="20"/>
              </w:rPr>
            </w:pPr>
          </w:p>
        </w:tc>
      </w:tr>
      <w:tr w:rsidR="00900FEF" w:rsidRPr="003D114E" w14:paraId="186FC9FE" w14:textId="77777777" w:rsidTr="00674E1D">
        <w:trPr>
          <w:trHeight w:val="230"/>
        </w:trPr>
        <w:tc>
          <w:tcPr>
            <w:tcW w:w="128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2C881" w14:textId="77777777" w:rsidR="00C817E6" w:rsidRPr="003D114E" w:rsidRDefault="00C817E6" w:rsidP="00C817E6">
            <w:pPr>
              <w:jc w:val="right"/>
              <w:rPr>
                <w:szCs w:val="20"/>
              </w:rPr>
            </w:pPr>
          </w:p>
        </w:tc>
        <w:tc>
          <w:tcPr>
            <w:tcW w:w="4278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2E071" w14:textId="77777777" w:rsidR="00C817E6" w:rsidRPr="008B4DFE" w:rsidRDefault="00C817E6" w:rsidP="00C817E6">
            <w:pPr>
              <w:ind w:left="29"/>
              <w:rPr>
                <w:rFonts w:ascii="Flanders Art Sans" w:hAnsi="Flanders Art Sans"/>
                <w:noProof/>
                <w:lang w:val="en-GB" w:eastAsia="en-GB"/>
              </w:rPr>
            </w:pPr>
          </w:p>
        </w:tc>
        <w:tc>
          <w:tcPr>
            <w:tcW w:w="5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79383F" w14:textId="77777777" w:rsidR="00C817E6" w:rsidRPr="003D114E" w:rsidDel="00C817E6" w:rsidRDefault="00C817E6" w:rsidP="00C817E6">
            <w:pPr>
              <w:pStyle w:val="rechts"/>
              <w:ind w:left="29"/>
              <w:rPr>
                <w:i/>
                <w:szCs w:val="20"/>
              </w:rPr>
            </w:pPr>
            <w:r w:rsidRPr="00CB4711">
              <w:t>dossiernummer</w:t>
            </w:r>
          </w:p>
        </w:tc>
      </w:tr>
      <w:tr w:rsidR="00FE54EB" w:rsidRPr="003D114E" w14:paraId="36B6241B" w14:textId="77777777" w:rsidTr="00674E1D">
        <w:trPr>
          <w:trHeight w:val="255"/>
        </w:trPr>
        <w:tc>
          <w:tcPr>
            <w:tcW w:w="128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4C78E" w14:textId="77777777" w:rsidR="00C817E6" w:rsidRPr="003D114E" w:rsidRDefault="00C817E6" w:rsidP="00C817E6">
            <w:pPr>
              <w:jc w:val="right"/>
              <w:rPr>
                <w:szCs w:val="20"/>
              </w:rPr>
            </w:pPr>
          </w:p>
        </w:tc>
        <w:tc>
          <w:tcPr>
            <w:tcW w:w="4278" w:type="pct"/>
            <w:gridSpan w:val="1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88417E" w14:textId="77777777" w:rsidR="00C817E6" w:rsidRPr="008B4DFE" w:rsidRDefault="00C817E6" w:rsidP="00C817E6">
            <w:pPr>
              <w:ind w:left="29"/>
              <w:rPr>
                <w:rFonts w:ascii="Flanders Art Sans" w:hAnsi="Flanders Art Sans"/>
                <w:noProof/>
                <w:lang w:val="en-GB" w:eastAsia="en-GB"/>
              </w:rPr>
            </w:pPr>
          </w:p>
        </w:tc>
        <w:tc>
          <w:tcPr>
            <w:tcW w:w="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54D60" w14:textId="77777777" w:rsidR="00C817E6" w:rsidRPr="003D114E" w:rsidDel="00C817E6" w:rsidRDefault="00C817E6" w:rsidP="00C817E6">
            <w:pPr>
              <w:pStyle w:val="rechts"/>
              <w:ind w:left="29"/>
              <w:rPr>
                <w:i/>
                <w:szCs w:val="20"/>
              </w:rPr>
            </w:pPr>
          </w:p>
        </w:tc>
      </w:tr>
      <w:tr w:rsidR="00900FEF" w:rsidRPr="003D114E" w14:paraId="4F4992D2" w14:textId="77777777" w:rsidTr="00674E1D">
        <w:trPr>
          <w:trHeight w:val="340"/>
        </w:trPr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3FD8C" w14:textId="77777777" w:rsidR="00DF787F" w:rsidRPr="003D114E" w:rsidRDefault="00DF787F" w:rsidP="00F854CF">
            <w:pPr>
              <w:pStyle w:val="nummersvragen"/>
              <w:framePr w:hSpace="0" w:wrap="auto" w:vAnchor="margin" w:xAlign="left" w:yAlign="inline"/>
              <w:suppressOverlap w:val="0"/>
              <w:rPr>
                <w:szCs w:val="20"/>
              </w:rPr>
            </w:pPr>
          </w:p>
        </w:tc>
        <w:tc>
          <w:tcPr>
            <w:tcW w:w="4872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2A041" w14:textId="77777777" w:rsidR="00DF787F" w:rsidRPr="008A7C87" w:rsidRDefault="00C9200D" w:rsidP="008A7C87">
            <w:pPr>
              <w:pStyle w:val="Aanwijzing"/>
              <w:rPr>
                <w:rStyle w:val="Zwaar"/>
                <w:bCs/>
              </w:rPr>
            </w:pPr>
            <w:r w:rsidRPr="008A7C87">
              <w:rPr>
                <w:rStyle w:val="Zwaar"/>
                <w:bCs/>
              </w:rPr>
              <w:t>Waarvoor dient dit formulier?</w:t>
            </w:r>
          </w:p>
          <w:p w14:paraId="5700A868" w14:textId="291577B1" w:rsidR="00727D2E" w:rsidRPr="0065041F" w:rsidRDefault="003E593E" w:rsidP="00682640">
            <w:pPr>
              <w:pStyle w:val="Aanwijzing"/>
            </w:pPr>
            <w:r w:rsidRPr="008A7C87">
              <w:rPr>
                <w:rStyle w:val="Nadruk"/>
                <w:i/>
                <w:iCs w:val="0"/>
              </w:rPr>
              <w:t xml:space="preserve">Als u bij de dienst Controle Strategische Goederen van het Departement </w:t>
            </w:r>
            <w:r w:rsidR="00682640">
              <w:rPr>
                <w:rStyle w:val="Nadruk"/>
                <w:i/>
                <w:iCs w:val="0"/>
              </w:rPr>
              <w:t>Buitenlandse Zaken</w:t>
            </w:r>
            <w:r w:rsidRPr="008A7C87">
              <w:rPr>
                <w:rStyle w:val="Nadruk"/>
                <w:i/>
                <w:iCs w:val="0"/>
              </w:rPr>
              <w:t xml:space="preserve"> een vergunning of een voorlopig advies aanvraagt voor de uitvoer, doorvoer of overbrenging van andere vuurwapens dan civiele vuurwapens als vermeld in artikel 2, 4°, van het Wapenhandeldecreet, of van onderdelen of munitie daarvan, kunt u op dit formulier de gegevens noteren van de militaire vu</w:t>
            </w:r>
            <w:r w:rsidRPr="0065041F">
              <w:rPr>
                <w:rStyle w:val="Nadruk"/>
                <w:i/>
                <w:iCs w:val="0"/>
              </w:rPr>
              <w:t xml:space="preserve">urwapens, onderdelen of munitie die u wilt uitvoeren, doorvoeren of overbrengen </w:t>
            </w:r>
            <w:r w:rsidR="007C2336" w:rsidRPr="0065041F">
              <w:t xml:space="preserve">(zie vraag </w:t>
            </w:r>
            <w:r w:rsidR="0065041F">
              <w:t>23</w:t>
            </w:r>
            <w:r w:rsidR="0065041F" w:rsidRPr="0065041F">
              <w:t xml:space="preserve"> </w:t>
            </w:r>
            <w:r w:rsidR="007C2336" w:rsidRPr="0065041F">
              <w:t>van het aanvraagformulier).</w:t>
            </w:r>
          </w:p>
        </w:tc>
      </w:tr>
      <w:tr w:rsidR="003C26F7" w:rsidRPr="003D114E" w14:paraId="08D8DE05" w14:textId="77777777" w:rsidTr="003C26F7">
        <w:trPr>
          <w:trHeight w:hRule="exact" w:val="397"/>
        </w:trPr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FC0C2" w14:textId="77777777" w:rsidR="003C26F7" w:rsidRPr="003D114E" w:rsidRDefault="003C26F7" w:rsidP="003C26F7">
            <w:pPr>
              <w:pStyle w:val="nummersvragen"/>
              <w:framePr w:hSpace="0" w:wrap="auto" w:vAnchor="margin" w:xAlign="left" w:yAlign="inline"/>
              <w:suppressOverlap w:val="0"/>
              <w:rPr>
                <w:b w:val="0"/>
              </w:rPr>
            </w:pPr>
          </w:p>
        </w:tc>
        <w:tc>
          <w:tcPr>
            <w:tcW w:w="4872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2C9EA" w14:textId="3A592E78" w:rsidR="003C26F7" w:rsidRPr="003D114E" w:rsidRDefault="003C26F7" w:rsidP="003C26F7">
            <w:pPr>
              <w:pStyle w:val="streepjes"/>
              <w:tabs>
                <w:tab w:val="left" w:pos="153"/>
              </w:tabs>
              <w:ind w:left="29"/>
              <w:jc w:val="left"/>
              <w:rPr>
                <w:color w:val="FFFFFF" w:themeColor="background1"/>
              </w:rPr>
            </w:pPr>
            <w:r w:rsidRPr="003D114E">
              <w:t>////////////////////////////////////////////////////////////////////////////////////////////////</w:t>
            </w:r>
            <w:r>
              <w:t>////////////////////////////////////////////////////////////////////////////////////////////////////////////////////</w:t>
            </w:r>
            <w:r w:rsidRPr="003D114E">
              <w:t>/////////////////////////////</w:t>
            </w:r>
          </w:p>
        </w:tc>
      </w:tr>
      <w:tr w:rsidR="00674E1D" w:rsidRPr="003D114E" w14:paraId="7152DA9F" w14:textId="77777777" w:rsidTr="00942923">
        <w:trPr>
          <w:trHeight w:val="283"/>
        </w:trPr>
        <w:tc>
          <w:tcPr>
            <w:tcW w:w="126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4E618" w14:textId="77777777" w:rsidR="0065041F" w:rsidRPr="00674E1D" w:rsidRDefault="0065041F" w:rsidP="00674E1D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4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2D2FA85" w14:textId="77777777" w:rsidR="0065041F" w:rsidRPr="00674E1D" w:rsidRDefault="0065041F" w:rsidP="00674E1D">
            <w:pPr>
              <w:pStyle w:val="Lijstalinea"/>
              <w:numPr>
                <w:ilvl w:val="0"/>
                <w:numId w:val="5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0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C0055" w14:textId="69DEC907" w:rsidR="0065041F" w:rsidRPr="00674E1D" w:rsidRDefault="0065041F" w:rsidP="00C92003">
            <w:pPr>
              <w:rPr>
                <w:b/>
                <w:i/>
                <w:sz w:val="18"/>
                <w:szCs w:val="18"/>
              </w:rPr>
            </w:pPr>
            <w:r w:rsidRPr="00674E1D">
              <w:rPr>
                <w:b/>
                <w:i/>
                <w:sz w:val="18"/>
                <w:szCs w:val="18"/>
              </w:rPr>
              <w:t>aard/categorie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5A003" w14:textId="0CCB5C83" w:rsidR="0065041F" w:rsidRPr="00674E1D" w:rsidRDefault="0065041F" w:rsidP="00C92003">
            <w:pPr>
              <w:rPr>
                <w:b/>
                <w:i/>
                <w:sz w:val="18"/>
                <w:szCs w:val="18"/>
              </w:rPr>
            </w:pPr>
            <w:r w:rsidRPr="00674E1D">
              <w:rPr>
                <w:b/>
                <w:i/>
                <w:sz w:val="18"/>
                <w:szCs w:val="18"/>
              </w:rPr>
              <w:t>merk, model en naam van de fabrikant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8527A" w14:textId="1D0D2573" w:rsidR="0065041F" w:rsidRPr="00674E1D" w:rsidRDefault="0065041F" w:rsidP="00C92003">
            <w:pPr>
              <w:rPr>
                <w:b/>
                <w:i/>
                <w:sz w:val="18"/>
                <w:szCs w:val="18"/>
              </w:rPr>
            </w:pPr>
            <w:r w:rsidRPr="00674E1D">
              <w:rPr>
                <w:b/>
                <w:i/>
                <w:sz w:val="18"/>
                <w:szCs w:val="18"/>
              </w:rPr>
              <w:t>kaliber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105CA" w14:textId="09C2DF45" w:rsidR="0065041F" w:rsidRPr="00674E1D" w:rsidRDefault="0065041F" w:rsidP="00C92003">
            <w:pPr>
              <w:rPr>
                <w:b/>
                <w:i/>
                <w:sz w:val="18"/>
                <w:szCs w:val="18"/>
              </w:rPr>
            </w:pPr>
            <w:r w:rsidRPr="00674E1D">
              <w:rPr>
                <w:b/>
                <w:i/>
                <w:sz w:val="18"/>
                <w:szCs w:val="18"/>
              </w:rPr>
              <w:t>serie-nummer</w:t>
            </w:r>
          </w:p>
        </w:tc>
        <w:tc>
          <w:tcPr>
            <w:tcW w:w="5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0B4AD" w14:textId="1B95FB33" w:rsidR="0065041F" w:rsidRPr="00674E1D" w:rsidRDefault="0065041F" w:rsidP="00C92003">
            <w:pPr>
              <w:rPr>
                <w:b/>
                <w:i/>
                <w:sz w:val="18"/>
                <w:szCs w:val="18"/>
              </w:rPr>
            </w:pPr>
            <w:r w:rsidRPr="00674E1D">
              <w:rPr>
                <w:b/>
                <w:i/>
                <w:sz w:val="18"/>
                <w:szCs w:val="18"/>
              </w:rPr>
              <w:t>vervaardiging</w:t>
            </w:r>
          </w:p>
        </w:tc>
        <w:tc>
          <w:tcPr>
            <w:tcW w:w="45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11D13" w14:textId="530ECDE0" w:rsidR="0065041F" w:rsidRPr="00674E1D" w:rsidRDefault="0065041F" w:rsidP="00C92003">
            <w:pPr>
              <w:rPr>
                <w:b/>
                <w:i/>
                <w:sz w:val="18"/>
                <w:szCs w:val="18"/>
              </w:rPr>
            </w:pPr>
            <w:r w:rsidRPr="00674E1D">
              <w:rPr>
                <w:b/>
                <w:i/>
                <w:sz w:val="18"/>
                <w:szCs w:val="18"/>
              </w:rPr>
              <w:t>CIP-proef?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53778" w14:textId="479CE311" w:rsidR="0065041F" w:rsidRPr="00674E1D" w:rsidRDefault="0065041F" w:rsidP="00C92003">
            <w:pPr>
              <w:rPr>
                <w:b/>
                <w:i/>
                <w:sz w:val="18"/>
                <w:szCs w:val="18"/>
              </w:rPr>
            </w:pPr>
            <w:r w:rsidRPr="00674E1D">
              <w:rPr>
                <w:b/>
                <w:i/>
                <w:sz w:val="18"/>
                <w:szCs w:val="18"/>
              </w:rPr>
              <w:t>hoeveelheid</w:t>
            </w:r>
          </w:p>
        </w:tc>
        <w:tc>
          <w:tcPr>
            <w:tcW w:w="3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DE112" w14:textId="512884FD" w:rsidR="0065041F" w:rsidRPr="00674E1D" w:rsidRDefault="0065041F" w:rsidP="00C92003">
            <w:pPr>
              <w:rPr>
                <w:b/>
                <w:i/>
                <w:sz w:val="18"/>
                <w:szCs w:val="18"/>
              </w:rPr>
            </w:pPr>
            <w:r w:rsidRPr="00674E1D">
              <w:rPr>
                <w:b/>
                <w:i/>
                <w:sz w:val="18"/>
                <w:szCs w:val="18"/>
              </w:rPr>
              <w:t>goederen-code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0275C" w14:textId="0404685B" w:rsidR="0065041F" w:rsidRPr="00674E1D" w:rsidRDefault="0065041F" w:rsidP="00674E1D">
            <w:pPr>
              <w:tabs>
                <w:tab w:val="left" w:pos="1125"/>
              </w:tabs>
              <w:rPr>
                <w:b/>
                <w:i/>
                <w:sz w:val="18"/>
                <w:szCs w:val="18"/>
              </w:rPr>
            </w:pPr>
            <w:r w:rsidRPr="00674E1D">
              <w:rPr>
                <w:b/>
                <w:i/>
                <w:sz w:val="18"/>
                <w:szCs w:val="18"/>
              </w:rPr>
              <w:t>waarde</w:t>
            </w:r>
            <w:r w:rsidR="00991530">
              <w:rPr>
                <w:b/>
                <w:i/>
                <w:sz w:val="18"/>
                <w:szCs w:val="18"/>
              </w:rPr>
              <w:t xml:space="preserve"> </w:t>
            </w:r>
            <w:r w:rsidRPr="00674E1D">
              <w:rPr>
                <w:b/>
                <w:i/>
                <w:sz w:val="18"/>
                <w:szCs w:val="18"/>
              </w:rPr>
              <w:t>in</w:t>
            </w:r>
            <w:r w:rsidR="00991530">
              <w:rPr>
                <w:b/>
                <w:i/>
                <w:sz w:val="18"/>
                <w:szCs w:val="18"/>
              </w:rPr>
              <w:t> </w:t>
            </w:r>
            <w:r w:rsidRPr="00674E1D">
              <w:rPr>
                <w:b/>
                <w:i/>
                <w:sz w:val="18"/>
                <w:szCs w:val="18"/>
              </w:rPr>
              <w:t>euro</w:t>
            </w:r>
          </w:p>
        </w:tc>
      </w:tr>
      <w:tr w:rsidR="00674E1D" w:rsidRPr="003D114E" w14:paraId="57A49928" w14:textId="77777777" w:rsidTr="00942923">
        <w:trPr>
          <w:trHeight w:val="283"/>
        </w:trPr>
        <w:tc>
          <w:tcPr>
            <w:tcW w:w="126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3EE95" w14:textId="77777777" w:rsidR="0065041F" w:rsidRPr="00674E1D" w:rsidRDefault="0065041F" w:rsidP="00674E1D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4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0E444BB" w14:textId="77777777" w:rsidR="0065041F" w:rsidRPr="00674E1D" w:rsidRDefault="0065041F" w:rsidP="00674E1D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CFE1" w14:textId="12E18627" w:rsidR="0065041F" w:rsidRPr="00674E1D" w:rsidRDefault="0065041F" w:rsidP="00B910A5">
            <w:pPr>
              <w:rPr>
                <w:sz w:val="18"/>
                <w:szCs w:val="18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7A70F" w14:textId="77777777" w:rsidR="0065041F" w:rsidRPr="00674E1D" w:rsidRDefault="0065041F" w:rsidP="00B910A5">
            <w:pPr>
              <w:rPr>
                <w:sz w:val="18"/>
                <w:szCs w:val="18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0A665" w14:textId="77777777" w:rsidR="0065041F" w:rsidRPr="00674E1D" w:rsidRDefault="0065041F" w:rsidP="00B910A5">
            <w:pPr>
              <w:rPr>
                <w:sz w:val="18"/>
                <w:szCs w:val="18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C3027" w14:textId="77777777" w:rsidR="0065041F" w:rsidRPr="00674E1D" w:rsidRDefault="0065041F" w:rsidP="00B910A5">
            <w:pPr>
              <w:rPr>
                <w:sz w:val="18"/>
                <w:szCs w:val="18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65F44" w14:textId="63D2837B" w:rsidR="0065041F" w:rsidRPr="00674E1D" w:rsidRDefault="0065041F" w:rsidP="00C92003">
            <w:pPr>
              <w:rPr>
                <w:i/>
                <w:sz w:val="18"/>
                <w:szCs w:val="18"/>
              </w:rPr>
            </w:pPr>
            <w:r w:rsidRPr="00674E1D">
              <w:rPr>
                <w:i/>
                <w:sz w:val="18"/>
                <w:szCs w:val="18"/>
              </w:rPr>
              <w:t>jaar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0429A" w14:textId="1E0AE91E" w:rsidR="0065041F" w:rsidRPr="00674E1D" w:rsidRDefault="0065041F" w:rsidP="00C92003">
            <w:pPr>
              <w:rPr>
                <w:i/>
                <w:sz w:val="18"/>
                <w:szCs w:val="18"/>
              </w:rPr>
            </w:pPr>
            <w:r w:rsidRPr="00674E1D">
              <w:rPr>
                <w:i/>
                <w:sz w:val="18"/>
                <w:szCs w:val="18"/>
              </w:rPr>
              <w:t>land</w:t>
            </w:r>
          </w:p>
        </w:tc>
        <w:tc>
          <w:tcPr>
            <w:tcW w:w="45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7E025" w14:textId="77777777" w:rsidR="0065041F" w:rsidRPr="00674E1D" w:rsidRDefault="0065041F" w:rsidP="00B910A5">
            <w:pPr>
              <w:rPr>
                <w:sz w:val="18"/>
                <w:szCs w:val="18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EA8E3" w14:textId="77777777" w:rsidR="0065041F" w:rsidRPr="00674E1D" w:rsidRDefault="0065041F" w:rsidP="00B910A5">
            <w:pPr>
              <w:rPr>
                <w:sz w:val="18"/>
                <w:szCs w:val="18"/>
              </w:rPr>
            </w:pPr>
          </w:p>
        </w:tc>
        <w:tc>
          <w:tcPr>
            <w:tcW w:w="3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1BDD8" w14:textId="77777777" w:rsidR="0065041F" w:rsidRPr="00674E1D" w:rsidRDefault="0065041F" w:rsidP="00B910A5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CD5D8" w14:textId="77777777" w:rsidR="0065041F" w:rsidRPr="00674E1D" w:rsidRDefault="0065041F" w:rsidP="00BF2389">
            <w:pPr>
              <w:tabs>
                <w:tab w:val="left" w:pos="1125"/>
              </w:tabs>
              <w:rPr>
                <w:sz w:val="18"/>
                <w:szCs w:val="18"/>
              </w:rPr>
            </w:pPr>
          </w:p>
        </w:tc>
      </w:tr>
      <w:tr w:rsidR="00674E1D" w:rsidRPr="003D114E" w14:paraId="77FA444E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D0D11F" w14:textId="77777777" w:rsidR="0065041F" w:rsidRPr="00674E1D" w:rsidRDefault="0065041F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D83D" w14:textId="77777777" w:rsidR="0065041F" w:rsidRPr="00674E1D" w:rsidRDefault="0065041F" w:rsidP="00B6497E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35554" w14:textId="002DAD7A" w:rsidR="0065041F" w:rsidRPr="00674E1D" w:rsidRDefault="0065041F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D1A70" w14:textId="77777777" w:rsidR="0065041F" w:rsidRPr="00674E1D" w:rsidRDefault="0065041F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BE087" w14:textId="77777777" w:rsidR="0065041F" w:rsidRPr="00674E1D" w:rsidRDefault="0065041F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16A79" w14:textId="77777777" w:rsidR="0065041F" w:rsidRPr="00674E1D" w:rsidRDefault="0065041F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E45C0" w14:textId="38241D69" w:rsidR="0065041F" w:rsidRPr="00674E1D" w:rsidRDefault="00DB4B1B" w:rsidP="00D16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</w:instrText>
            </w:r>
            <w:bookmarkStart w:id="1" w:name="Text23"/>
            <w:r>
              <w:rPr>
                <w:sz w:val="18"/>
                <w:szCs w:val="18"/>
              </w:rPr>
              <w:instrText xml:space="preserve">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6AD85" w14:textId="77777777" w:rsidR="0065041F" w:rsidRPr="00674E1D" w:rsidRDefault="0065041F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B9ED6" w14:textId="77777777" w:rsidR="0065041F" w:rsidRPr="00674E1D" w:rsidRDefault="0065041F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93136" w14:textId="77777777" w:rsidR="0065041F" w:rsidRPr="00674E1D" w:rsidRDefault="0065041F" w:rsidP="00D16D9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1CAAB" w14:textId="77777777" w:rsidR="0065041F" w:rsidRPr="00674E1D" w:rsidRDefault="0065041F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8EB40" w14:textId="5C892161" w:rsidR="0065041F" w:rsidRPr="00674E1D" w:rsidRDefault="0065041F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5A3BC" w14:textId="77777777" w:rsidR="0065041F" w:rsidRPr="00674E1D" w:rsidRDefault="0065041F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72096" w14:textId="77777777" w:rsidR="0065041F" w:rsidRPr="00674E1D" w:rsidRDefault="0065041F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A21AA" w14:textId="77777777" w:rsidR="0065041F" w:rsidRPr="00674E1D" w:rsidRDefault="0065041F" w:rsidP="00D16D9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74E1D" w:rsidRPr="003D114E" w14:paraId="7A77FC8E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2A1152" w14:textId="77777777" w:rsidR="00DB4B1B" w:rsidRPr="00674E1D" w:rsidRDefault="00DB4B1B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5266" w14:textId="77777777" w:rsidR="00DB4B1B" w:rsidRPr="00674E1D" w:rsidRDefault="00DB4B1B" w:rsidP="00B6497E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7DECF" w14:textId="7EC8A1D5" w:rsidR="00DB4B1B" w:rsidRPr="00674E1D" w:rsidRDefault="00DB4B1B" w:rsidP="00F5061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FE75F" w14:textId="2263D981" w:rsidR="00DB4B1B" w:rsidRPr="00674E1D" w:rsidRDefault="00DB4B1B" w:rsidP="00F5061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BF4FD" w14:textId="6B9BF04B" w:rsidR="00DB4B1B" w:rsidRPr="00674E1D" w:rsidRDefault="00DB4B1B" w:rsidP="00F5061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260B5" w14:textId="585E638F" w:rsidR="00DB4B1B" w:rsidRPr="00674E1D" w:rsidRDefault="00DB4B1B" w:rsidP="00F5061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4CE94" w14:textId="13D27715" w:rsidR="00DB4B1B" w:rsidRPr="00674E1D" w:rsidRDefault="00DB4B1B" w:rsidP="00F5061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74AB5" w14:textId="7A47A977" w:rsidR="00DB4B1B" w:rsidRPr="00674E1D" w:rsidRDefault="00DB4B1B" w:rsidP="00F5061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9EC60" w14:textId="77777777" w:rsidR="00DB4B1B" w:rsidRPr="00674E1D" w:rsidRDefault="00DB4B1B" w:rsidP="00F5061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E0AEC" w14:textId="3B01CF4A" w:rsidR="00DB4B1B" w:rsidRPr="00674E1D" w:rsidRDefault="00DB4B1B" w:rsidP="00F5061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5D6BB" w14:textId="77777777" w:rsidR="00DB4B1B" w:rsidRPr="00674E1D" w:rsidRDefault="00DB4B1B" w:rsidP="00F5061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AB559" w14:textId="0C2F293D" w:rsidR="00DB4B1B" w:rsidRPr="00674E1D" w:rsidRDefault="00DB4B1B" w:rsidP="00F5061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C1942" w14:textId="27EB3EBF" w:rsidR="00DB4B1B" w:rsidRPr="00674E1D" w:rsidRDefault="00DB4B1B" w:rsidP="00F5061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D19E" w14:textId="06D2EE4C" w:rsidR="00DB4B1B" w:rsidRPr="00674E1D" w:rsidRDefault="00DB4B1B" w:rsidP="00F5061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A6BD7" w14:textId="2C094820" w:rsidR="00DB4B1B" w:rsidRPr="00674E1D" w:rsidRDefault="00DB4B1B" w:rsidP="00F5061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74E1D" w:rsidRPr="003D114E" w14:paraId="270FAD63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A3A758" w14:textId="77777777" w:rsidR="00DB4B1B" w:rsidRPr="00674E1D" w:rsidRDefault="00DB4B1B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1B2B" w14:textId="77777777" w:rsidR="00DB4B1B" w:rsidRPr="00674E1D" w:rsidRDefault="00DB4B1B" w:rsidP="00B6497E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7A047" w14:textId="6B67142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C9E4E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2005C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4A417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7B197" w14:textId="084DBD04" w:rsidR="00DB4B1B" w:rsidRPr="00674E1D" w:rsidRDefault="00DB4B1B" w:rsidP="00D16D9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4C047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13624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6CE74" w14:textId="77777777" w:rsidR="00DB4B1B" w:rsidRPr="00674E1D" w:rsidRDefault="00DB4B1B" w:rsidP="00D16D9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B2E02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0AB7C" w14:textId="2958EA3E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FAD0F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ED956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49D9F" w14:textId="77777777" w:rsidR="00DB4B1B" w:rsidRPr="00674E1D" w:rsidRDefault="00DB4B1B" w:rsidP="00D16D9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74E1D" w:rsidRPr="003D114E" w14:paraId="7D153097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F33E00" w14:textId="77777777" w:rsidR="00DB4B1B" w:rsidRPr="00674E1D" w:rsidRDefault="00DB4B1B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382A" w14:textId="77777777" w:rsidR="00DB4B1B" w:rsidRPr="00674E1D" w:rsidRDefault="00DB4B1B" w:rsidP="00B6497E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E544D" w14:textId="16883C55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4E0B2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CD486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1D392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E7F67" w14:textId="531F114F" w:rsidR="00DB4B1B" w:rsidRPr="00674E1D" w:rsidRDefault="00DB4B1B" w:rsidP="00D16D9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A5388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35C54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9C6C6" w14:textId="77777777" w:rsidR="00DB4B1B" w:rsidRPr="00674E1D" w:rsidRDefault="00DB4B1B" w:rsidP="00D16D9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B85FB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F9ED0" w14:textId="69E7D3CC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C66FA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787B8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E8445" w14:textId="77777777" w:rsidR="00DB4B1B" w:rsidRPr="00674E1D" w:rsidRDefault="00DB4B1B" w:rsidP="00D16D9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74E1D" w:rsidRPr="003D114E" w14:paraId="75639E62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6E5D87" w14:textId="77777777" w:rsidR="00DB4B1B" w:rsidRPr="00674E1D" w:rsidRDefault="00DB4B1B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F572" w14:textId="77777777" w:rsidR="00DB4B1B" w:rsidRPr="00674E1D" w:rsidRDefault="00DB4B1B" w:rsidP="00B6497E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6BFEA" w14:textId="429A47F9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D2C81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1290E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0CFE8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4DE9C" w14:textId="7DB5199D" w:rsidR="00DB4B1B" w:rsidRPr="00674E1D" w:rsidRDefault="00DB4B1B" w:rsidP="00D16D9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CCCA9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41589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AEDB4" w14:textId="77777777" w:rsidR="00DB4B1B" w:rsidRPr="00674E1D" w:rsidRDefault="00DB4B1B" w:rsidP="00D16D9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DF06D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D5DDD" w14:textId="27A49A71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6C013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37C1C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D0488" w14:textId="77777777" w:rsidR="00DB4B1B" w:rsidRPr="00674E1D" w:rsidRDefault="00DB4B1B" w:rsidP="00D16D9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74E1D" w:rsidRPr="003D114E" w14:paraId="7AD9909E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B93EF8" w14:textId="77777777" w:rsidR="00DB4B1B" w:rsidRPr="00674E1D" w:rsidRDefault="00DB4B1B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1553" w14:textId="77777777" w:rsidR="00DB4B1B" w:rsidRPr="00674E1D" w:rsidRDefault="00DB4B1B" w:rsidP="00B6497E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17C5E" w14:textId="191FF606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D1EE8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76E64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2D06F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337ED" w14:textId="70C5A502" w:rsidR="00DB4B1B" w:rsidRPr="00674E1D" w:rsidRDefault="00DB4B1B" w:rsidP="00D16D9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52D7B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E8BDF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8A8BB" w14:textId="77777777" w:rsidR="00DB4B1B" w:rsidRPr="00674E1D" w:rsidRDefault="00DB4B1B" w:rsidP="00D16D9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DC2B0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2889F" w14:textId="69583443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FF575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85E19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EC1B1" w14:textId="77777777" w:rsidR="00DB4B1B" w:rsidRPr="00674E1D" w:rsidRDefault="00DB4B1B" w:rsidP="00D16D9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3C26F7" w:rsidRPr="003D114E" w14:paraId="7E834C14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9C941F" w14:textId="77777777" w:rsidR="003C26F7" w:rsidRPr="00674E1D" w:rsidRDefault="003C26F7" w:rsidP="003C26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1CE4" w14:textId="77777777" w:rsidR="003C26F7" w:rsidRPr="00674E1D" w:rsidRDefault="003C26F7" w:rsidP="00B6497E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01012" w14:textId="77777777" w:rsidR="003C26F7" w:rsidRPr="00674E1D" w:rsidRDefault="003C26F7" w:rsidP="003C26F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57A0E" w14:textId="77777777" w:rsidR="003C26F7" w:rsidRPr="00674E1D" w:rsidRDefault="003C26F7" w:rsidP="003C26F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813B2" w14:textId="77777777" w:rsidR="003C26F7" w:rsidRPr="00674E1D" w:rsidRDefault="003C26F7" w:rsidP="003C26F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87EBC" w14:textId="77777777" w:rsidR="003C26F7" w:rsidRPr="00674E1D" w:rsidRDefault="003C26F7" w:rsidP="003C26F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2E1C9" w14:textId="77777777" w:rsidR="003C26F7" w:rsidRPr="00674E1D" w:rsidRDefault="003C26F7" w:rsidP="003C26F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CE703" w14:textId="77777777" w:rsidR="003C26F7" w:rsidRPr="00674E1D" w:rsidRDefault="003C26F7" w:rsidP="003C26F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735D4" w14:textId="77777777" w:rsidR="003C26F7" w:rsidRPr="00674E1D" w:rsidRDefault="003C26F7" w:rsidP="003C26F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8FAC2" w14:textId="77777777" w:rsidR="003C26F7" w:rsidRPr="00674E1D" w:rsidRDefault="003C26F7" w:rsidP="003C26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897CD" w14:textId="77777777" w:rsidR="003C26F7" w:rsidRPr="00674E1D" w:rsidRDefault="003C26F7" w:rsidP="003C26F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47D92" w14:textId="77777777" w:rsidR="003C26F7" w:rsidRPr="00674E1D" w:rsidRDefault="003C26F7" w:rsidP="003C26F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22BAC" w14:textId="77777777" w:rsidR="003C26F7" w:rsidRPr="00674E1D" w:rsidRDefault="003C26F7" w:rsidP="003C26F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232F5" w14:textId="77777777" w:rsidR="003C26F7" w:rsidRPr="00674E1D" w:rsidRDefault="003C26F7" w:rsidP="003C26F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9DA29" w14:textId="77777777" w:rsidR="003C26F7" w:rsidRPr="00674E1D" w:rsidRDefault="003C26F7" w:rsidP="003C26F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74E1D" w:rsidRPr="003D114E" w14:paraId="457A0EAD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8D9328" w14:textId="77777777" w:rsidR="00DB4B1B" w:rsidRPr="00674E1D" w:rsidRDefault="00DB4B1B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D47B" w14:textId="77777777" w:rsidR="00DB4B1B" w:rsidRPr="00674E1D" w:rsidRDefault="00DB4B1B" w:rsidP="00B6497E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32B70" w14:textId="54F5067D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65396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16A8C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15A86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A7C1B" w14:textId="77D9D5D0" w:rsidR="00DB4B1B" w:rsidRPr="00674E1D" w:rsidRDefault="00DB4B1B" w:rsidP="00D16D9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7DED7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CBF6F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903A7" w14:textId="77777777" w:rsidR="00DB4B1B" w:rsidRPr="00674E1D" w:rsidRDefault="00DB4B1B" w:rsidP="00D16D9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E0118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CF758" w14:textId="7AEC86D8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CE19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47AE9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C10B6" w14:textId="77777777" w:rsidR="00DB4B1B" w:rsidRPr="00674E1D" w:rsidRDefault="00DB4B1B" w:rsidP="00D16D9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</w:tbl>
    <w:p w14:paraId="4DFDF0FF" w14:textId="77777777" w:rsidR="00942923" w:rsidRDefault="00942923">
      <w:r>
        <w:br w:type="page"/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9"/>
        <w:gridCol w:w="289"/>
        <w:gridCol w:w="3318"/>
        <w:gridCol w:w="3093"/>
        <w:gridCol w:w="1126"/>
        <w:gridCol w:w="846"/>
        <w:gridCol w:w="560"/>
        <w:gridCol w:w="1268"/>
        <w:gridCol w:w="6"/>
        <w:gridCol w:w="274"/>
        <w:gridCol w:w="342"/>
        <w:gridCol w:w="259"/>
        <w:gridCol w:w="526"/>
        <w:gridCol w:w="1126"/>
        <w:gridCol w:w="985"/>
        <w:gridCol w:w="982"/>
      </w:tblGrid>
      <w:tr w:rsidR="003C26F7" w:rsidRPr="003D114E" w14:paraId="286B7544" w14:textId="77777777" w:rsidTr="00942923">
        <w:trPr>
          <w:trHeight w:val="283"/>
        </w:trPr>
        <w:tc>
          <w:tcPr>
            <w:tcW w:w="126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C56D1" w14:textId="743C7268" w:rsidR="003C26F7" w:rsidRPr="00674E1D" w:rsidRDefault="003C26F7" w:rsidP="003C26F7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4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127B4235" w14:textId="77777777" w:rsidR="003C26F7" w:rsidRPr="00674E1D" w:rsidRDefault="003C26F7" w:rsidP="003C26F7">
            <w:pPr>
              <w:pStyle w:val="Lijstalinea"/>
              <w:numPr>
                <w:ilvl w:val="0"/>
                <w:numId w:val="7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0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79A29" w14:textId="77777777" w:rsidR="003C26F7" w:rsidRPr="00674E1D" w:rsidRDefault="003C26F7" w:rsidP="003C26F7">
            <w:pPr>
              <w:rPr>
                <w:b/>
                <w:i/>
                <w:sz w:val="18"/>
                <w:szCs w:val="18"/>
              </w:rPr>
            </w:pPr>
            <w:r w:rsidRPr="00674E1D">
              <w:rPr>
                <w:b/>
                <w:i/>
                <w:sz w:val="18"/>
                <w:szCs w:val="18"/>
              </w:rPr>
              <w:t>aard/categorie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1E57F" w14:textId="77777777" w:rsidR="003C26F7" w:rsidRPr="00674E1D" w:rsidRDefault="003C26F7" w:rsidP="003C26F7">
            <w:pPr>
              <w:rPr>
                <w:b/>
                <w:i/>
                <w:sz w:val="18"/>
                <w:szCs w:val="18"/>
              </w:rPr>
            </w:pPr>
            <w:r w:rsidRPr="00674E1D">
              <w:rPr>
                <w:b/>
                <w:i/>
                <w:sz w:val="18"/>
                <w:szCs w:val="18"/>
              </w:rPr>
              <w:t>merk, model en naam van de fabrikant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E015E" w14:textId="77777777" w:rsidR="003C26F7" w:rsidRPr="00674E1D" w:rsidRDefault="003C26F7" w:rsidP="003C26F7">
            <w:pPr>
              <w:rPr>
                <w:b/>
                <w:i/>
                <w:sz w:val="18"/>
                <w:szCs w:val="18"/>
              </w:rPr>
            </w:pPr>
            <w:r w:rsidRPr="00674E1D">
              <w:rPr>
                <w:b/>
                <w:i/>
                <w:sz w:val="18"/>
                <w:szCs w:val="18"/>
              </w:rPr>
              <w:t>kaliber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750E3" w14:textId="77777777" w:rsidR="003C26F7" w:rsidRPr="00674E1D" w:rsidRDefault="003C26F7" w:rsidP="003C26F7">
            <w:pPr>
              <w:rPr>
                <w:b/>
                <w:i/>
                <w:sz w:val="18"/>
                <w:szCs w:val="18"/>
              </w:rPr>
            </w:pPr>
            <w:r w:rsidRPr="00674E1D">
              <w:rPr>
                <w:b/>
                <w:i/>
                <w:sz w:val="18"/>
                <w:szCs w:val="18"/>
              </w:rPr>
              <w:t>serie-nummer</w:t>
            </w:r>
          </w:p>
        </w:tc>
        <w:tc>
          <w:tcPr>
            <w:tcW w:w="5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6D0DB" w14:textId="77777777" w:rsidR="003C26F7" w:rsidRPr="00674E1D" w:rsidRDefault="003C26F7" w:rsidP="003C26F7">
            <w:pPr>
              <w:rPr>
                <w:b/>
                <w:i/>
                <w:sz w:val="18"/>
                <w:szCs w:val="18"/>
              </w:rPr>
            </w:pPr>
            <w:r w:rsidRPr="00674E1D">
              <w:rPr>
                <w:b/>
                <w:i/>
                <w:sz w:val="18"/>
                <w:szCs w:val="18"/>
              </w:rPr>
              <w:t>vervaardiging</w:t>
            </w:r>
          </w:p>
        </w:tc>
        <w:tc>
          <w:tcPr>
            <w:tcW w:w="45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74AD6" w14:textId="77777777" w:rsidR="003C26F7" w:rsidRPr="00674E1D" w:rsidRDefault="003C26F7" w:rsidP="003C26F7">
            <w:pPr>
              <w:rPr>
                <w:b/>
                <w:i/>
                <w:sz w:val="18"/>
                <w:szCs w:val="18"/>
              </w:rPr>
            </w:pPr>
            <w:r w:rsidRPr="00674E1D">
              <w:rPr>
                <w:b/>
                <w:i/>
                <w:sz w:val="18"/>
                <w:szCs w:val="18"/>
              </w:rPr>
              <w:t>CIP-proef?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EAF28" w14:textId="77777777" w:rsidR="003C26F7" w:rsidRPr="00674E1D" w:rsidRDefault="003C26F7" w:rsidP="003C26F7">
            <w:pPr>
              <w:rPr>
                <w:b/>
                <w:i/>
                <w:sz w:val="18"/>
                <w:szCs w:val="18"/>
              </w:rPr>
            </w:pPr>
            <w:r w:rsidRPr="00674E1D">
              <w:rPr>
                <w:b/>
                <w:i/>
                <w:sz w:val="18"/>
                <w:szCs w:val="18"/>
              </w:rPr>
              <w:t>hoeveelheid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2934E" w14:textId="77777777" w:rsidR="003C26F7" w:rsidRPr="00674E1D" w:rsidRDefault="003C26F7" w:rsidP="003C26F7">
            <w:pPr>
              <w:rPr>
                <w:b/>
                <w:i/>
                <w:sz w:val="18"/>
                <w:szCs w:val="18"/>
              </w:rPr>
            </w:pPr>
            <w:r w:rsidRPr="00674E1D">
              <w:rPr>
                <w:b/>
                <w:i/>
                <w:sz w:val="18"/>
                <w:szCs w:val="18"/>
              </w:rPr>
              <w:t>goederen-code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A0840" w14:textId="77777777" w:rsidR="003C26F7" w:rsidRPr="00674E1D" w:rsidRDefault="003C26F7" w:rsidP="003C26F7">
            <w:pPr>
              <w:tabs>
                <w:tab w:val="left" w:pos="1125"/>
              </w:tabs>
              <w:rPr>
                <w:b/>
                <w:i/>
                <w:sz w:val="18"/>
                <w:szCs w:val="18"/>
              </w:rPr>
            </w:pPr>
            <w:r w:rsidRPr="00674E1D">
              <w:rPr>
                <w:b/>
                <w:i/>
                <w:sz w:val="18"/>
                <w:szCs w:val="18"/>
              </w:rPr>
              <w:t>waarde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674E1D">
              <w:rPr>
                <w:b/>
                <w:i/>
                <w:sz w:val="18"/>
                <w:szCs w:val="18"/>
              </w:rPr>
              <w:t>in</w:t>
            </w:r>
            <w:r>
              <w:rPr>
                <w:b/>
                <w:i/>
                <w:sz w:val="18"/>
                <w:szCs w:val="18"/>
              </w:rPr>
              <w:t> </w:t>
            </w:r>
            <w:r w:rsidRPr="00674E1D">
              <w:rPr>
                <w:b/>
                <w:i/>
                <w:sz w:val="18"/>
                <w:szCs w:val="18"/>
              </w:rPr>
              <w:t>euro</w:t>
            </w:r>
          </w:p>
        </w:tc>
      </w:tr>
      <w:tr w:rsidR="003C26F7" w:rsidRPr="003D114E" w14:paraId="469447B5" w14:textId="77777777" w:rsidTr="00942923">
        <w:trPr>
          <w:trHeight w:val="283"/>
        </w:trPr>
        <w:tc>
          <w:tcPr>
            <w:tcW w:w="126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E687A" w14:textId="77777777" w:rsidR="003C26F7" w:rsidRPr="00674E1D" w:rsidRDefault="003C26F7" w:rsidP="003C26F7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57AE1B2" w14:textId="77777777" w:rsidR="003C26F7" w:rsidRPr="00674E1D" w:rsidRDefault="003C26F7" w:rsidP="003C26F7">
            <w:pPr>
              <w:pStyle w:val="Lijstalinea"/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1272E" w14:textId="77777777" w:rsidR="003C26F7" w:rsidRPr="00674E1D" w:rsidRDefault="003C26F7" w:rsidP="003C26F7">
            <w:pPr>
              <w:rPr>
                <w:sz w:val="18"/>
                <w:szCs w:val="18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EE6B" w14:textId="77777777" w:rsidR="003C26F7" w:rsidRPr="00674E1D" w:rsidRDefault="003C26F7" w:rsidP="003C26F7">
            <w:pPr>
              <w:rPr>
                <w:sz w:val="18"/>
                <w:szCs w:val="18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F6F7D" w14:textId="77777777" w:rsidR="003C26F7" w:rsidRPr="00674E1D" w:rsidRDefault="003C26F7" w:rsidP="003C26F7">
            <w:pPr>
              <w:rPr>
                <w:sz w:val="18"/>
                <w:szCs w:val="18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4E87A" w14:textId="77777777" w:rsidR="003C26F7" w:rsidRPr="00674E1D" w:rsidRDefault="003C26F7" w:rsidP="003C26F7">
            <w:pPr>
              <w:rPr>
                <w:sz w:val="18"/>
                <w:szCs w:val="18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75089" w14:textId="77777777" w:rsidR="003C26F7" w:rsidRPr="00674E1D" w:rsidRDefault="003C26F7" w:rsidP="003C26F7">
            <w:pPr>
              <w:rPr>
                <w:i/>
                <w:sz w:val="18"/>
                <w:szCs w:val="18"/>
              </w:rPr>
            </w:pPr>
            <w:r w:rsidRPr="00674E1D">
              <w:rPr>
                <w:i/>
                <w:sz w:val="18"/>
                <w:szCs w:val="18"/>
              </w:rPr>
              <w:t>jaar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964CC" w14:textId="77777777" w:rsidR="003C26F7" w:rsidRPr="00674E1D" w:rsidRDefault="003C26F7" w:rsidP="003C26F7">
            <w:pPr>
              <w:rPr>
                <w:i/>
                <w:sz w:val="18"/>
                <w:szCs w:val="18"/>
              </w:rPr>
            </w:pPr>
            <w:r w:rsidRPr="00674E1D">
              <w:rPr>
                <w:i/>
                <w:sz w:val="18"/>
                <w:szCs w:val="18"/>
              </w:rPr>
              <w:t>land</w:t>
            </w:r>
          </w:p>
        </w:tc>
        <w:tc>
          <w:tcPr>
            <w:tcW w:w="45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CCC76" w14:textId="77777777" w:rsidR="003C26F7" w:rsidRPr="00674E1D" w:rsidRDefault="003C26F7" w:rsidP="003C26F7">
            <w:pPr>
              <w:rPr>
                <w:sz w:val="18"/>
                <w:szCs w:val="18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CA95A" w14:textId="77777777" w:rsidR="003C26F7" w:rsidRPr="00674E1D" w:rsidRDefault="003C26F7" w:rsidP="003C26F7">
            <w:pPr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9BD69" w14:textId="77777777" w:rsidR="003C26F7" w:rsidRPr="00674E1D" w:rsidRDefault="003C26F7" w:rsidP="003C26F7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42535" w14:textId="77777777" w:rsidR="003C26F7" w:rsidRPr="00674E1D" w:rsidRDefault="003C26F7" w:rsidP="003C26F7">
            <w:pPr>
              <w:tabs>
                <w:tab w:val="left" w:pos="1125"/>
              </w:tabs>
              <w:rPr>
                <w:sz w:val="18"/>
                <w:szCs w:val="18"/>
              </w:rPr>
            </w:pPr>
          </w:p>
        </w:tc>
      </w:tr>
      <w:tr w:rsidR="00674E1D" w:rsidRPr="003D114E" w14:paraId="18704512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3CDDC8" w14:textId="1BA6F240" w:rsidR="00DB4B1B" w:rsidRPr="00674E1D" w:rsidRDefault="00DB4B1B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3CFA" w14:textId="77777777" w:rsidR="00DB4B1B" w:rsidRPr="00674E1D" w:rsidRDefault="00DB4B1B" w:rsidP="00942923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525D5" w14:textId="3C12622D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95709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CDB5F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8A2F3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04382" w14:textId="5EFDF717" w:rsidR="00DB4B1B" w:rsidRPr="00674E1D" w:rsidRDefault="00DB4B1B" w:rsidP="00D16D9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A962F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07F9D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C6B4B" w14:textId="77777777" w:rsidR="00DB4B1B" w:rsidRPr="00674E1D" w:rsidRDefault="00DB4B1B" w:rsidP="00D16D9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D2477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CCBC4" w14:textId="4FFD197A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1CC35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3FB53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D728C" w14:textId="77777777" w:rsidR="00DB4B1B" w:rsidRPr="00674E1D" w:rsidRDefault="00DB4B1B" w:rsidP="00D16D9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74E1D" w:rsidRPr="003D114E" w14:paraId="5A7392F9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39EE55" w14:textId="77777777" w:rsidR="00DB4B1B" w:rsidRPr="00674E1D" w:rsidRDefault="00DB4B1B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F4D1" w14:textId="77777777" w:rsidR="00DB4B1B" w:rsidRPr="00674E1D" w:rsidRDefault="00DB4B1B" w:rsidP="00942923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90632" w14:textId="36291A7D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FABC5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D64DB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2F98D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C87D1" w14:textId="3BC73B48" w:rsidR="00DB4B1B" w:rsidRPr="00674E1D" w:rsidRDefault="00DB4B1B" w:rsidP="00D16D9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31E7D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578C7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3C31" w14:textId="77777777" w:rsidR="00DB4B1B" w:rsidRPr="00674E1D" w:rsidRDefault="00DB4B1B" w:rsidP="00D16D9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CEBBC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C4D28" w14:textId="653A0A74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8EAC5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36F7F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90C25" w14:textId="77777777" w:rsidR="00DB4B1B" w:rsidRPr="00674E1D" w:rsidRDefault="00DB4B1B" w:rsidP="00D16D9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74E1D" w:rsidRPr="003D114E" w14:paraId="38AE3002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3CCDE8" w14:textId="77777777" w:rsidR="00DB4B1B" w:rsidRPr="00674E1D" w:rsidRDefault="00DB4B1B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BD06" w14:textId="77777777" w:rsidR="00DB4B1B" w:rsidRPr="00674E1D" w:rsidRDefault="00DB4B1B" w:rsidP="00942923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43385" w14:textId="6761D3BC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94112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21B83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677D6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02155" w14:textId="7EAFE10C" w:rsidR="00DB4B1B" w:rsidRPr="00674E1D" w:rsidRDefault="00DB4B1B" w:rsidP="00D16D9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BBCDB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8E485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37651" w14:textId="77777777" w:rsidR="00DB4B1B" w:rsidRPr="00674E1D" w:rsidRDefault="00DB4B1B" w:rsidP="00D16D9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EDD84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4CD80" w14:textId="3C59928E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C51FC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21583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00F78" w14:textId="77777777" w:rsidR="00DB4B1B" w:rsidRPr="00674E1D" w:rsidRDefault="00DB4B1B" w:rsidP="00D16D9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74E1D" w:rsidRPr="003D114E" w14:paraId="1F778535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202A95" w14:textId="77777777" w:rsidR="00DB4B1B" w:rsidRPr="00674E1D" w:rsidRDefault="00DB4B1B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052C" w14:textId="77777777" w:rsidR="00DB4B1B" w:rsidRPr="00674E1D" w:rsidRDefault="00DB4B1B" w:rsidP="00942923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E5824" w14:textId="63D44DF8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837E4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5055C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B8AF8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F8FA" w14:textId="53581B8A" w:rsidR="00DB4B1B" w:rsidRPr="00674E1D" w:rsidRDefault="00DB4B1B" w:rsidP="00D16D9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26117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39A21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CB79D" w14:textId="77777777" w:rsidR="00DB4B1B" w:rsidRPr="00674E1D" w:rsidRDefault="00DB4B1B" w:rsidP="00D16D9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CAA6C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2C767" w14:textId="762561AF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8FE9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5C125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FB109" w14:textId="77777777" w:rsidR="00DB4B1B" w:rsidRPr="00674E1D" w:rsidRDefault="00DB4B1B" w:rsidP="00D16D9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74E1D" w:rsidRPr="003D114E" w14:paraId="4BA277BE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56A9B1" w14:textId="77777777" w:rsidR="00DB4B1B" w:rsidRPr="00674E1D" w:rsidRDefault="00DB4B1B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177F" w14:textId="77777777" w:rsidR="00DB4B1B" w:rsidRPr="00674E1D" w:rsidRDefault="00DB4B1B" w:rsidP="00942923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88A2B" w14:textId="7B936044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98D87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76DCE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C31AF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AC2BE" w14:textId="13216DA3" w:rsidR="00DB4B1B" w:rsidRPr="00674E1D" w:rsidRDefault="00DB4B1B" w:rsidP="00D16D9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DC766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74C66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AD5AC" w14:textId="77777777" w:rsidR="00DB4B1B" w:rsidRPr="00674E1D" w:rsidRDefault="00DB4B1B" w:rsidP="00D16D9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401A1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F1E4E" w14:textId="0477D1D2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A859C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46680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CF226" w14:textId="77777777" w:rsidR="00DB4B1B" w:rsidRPr="00674E1D" w:rsidRDefault="00DB4B1B" w:rsidP="00D16D9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74E1D" w:rsidRPr="003D114E" w14:paraId="35DF4A0B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AB1835" w14:textId="77777777" w:rsidR="00DB4B1B" w:rsidRPr="00674E1D" w:rsidRDefault="00DB4B1B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6147" w14:textId="77777777" w:rsidR="00DB4B1B" w:rsidRPr="00674E1D" w:rsidRDefault="00DB4B1B" w:rsidP="00942923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C7B01" w14:textId="594F5AA5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78F5C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38687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CB52C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F2170" w14:textId="03B92355" w:rsidR="00DB4B1B" w:rsidRPr="00674E1D" w:rsidRDefault="00DB4B1B" w:rsidP="00D16D9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2B853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644E8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E62C0" w14:textId="77777777" w:rsidR="00DB4B1B" w:rsidRPr="00674E1D" w:rsidRDefault="00DB4B1B" w:rsidP="00D16D9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F644C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79DE3" w14:textId="708D36A3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0E50E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030E3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05666" w14:textId="77777777" w:rsidR="00DB4B1B" w:rsidRPr="00674E1D" w:rsidRDefault="00DB4B1B" w:rsidP="00D16D9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74E1D" w:rsidRPr="003D114E" w14:paraId="6AC1E4C4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723FE6B" w14:textId="77777777" w:rsidR="00DB4B1B" w:rsidRPr="00674E1D" w:rsidRDefault="00DB4B1B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CCC8" w14:textId="77777777" w:rsidR="00DB4B1B" w:rsidRPr="00674E1D" w:rsidRDefault="00DB4B1B" w:rsidP="00942923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40965" w14:textId="6A81CBDD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915D8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7FB7A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74265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B1D0C" w14:textId="74760558" w:rsidR="00DB4B1B" w:rsidRPr="00674E1D" w:rsidRDefault="00DB4B1B" w:rsidP="00D16D9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60EAE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E0154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5CCC2" w14:textId="77777777" w:rsidR="00DB4B1B" w:rsidRPr="00674E1D" w:rsidRDefault="00DB4B1B" w:rsidP="00D16D9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CEEC4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0A932" w14:textId="6EB80404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7D4C1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9D809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1CF12" w14:textId="77777777" w:rsidR="00DB4B1B" w:rsidRPr="00674E1D" w:rsidRDefault="00DB4B1B" w:rsidP="00D16D9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74E1D" w:rsidRPr="003D114E" w14:paraId="0AECD131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B9E974" w14:textId="77777777" w:rsidR="00DB4B1B" w:rsidRPr="00674E1D" w:rsidRDefault="00DB4B1B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7F67" w14:textId="77777777" w:rsidR="00DB4B1B" w:rsidRPr="00674E1D" w:rsidRDefault="00DB4B1B" w:rsidP="00942923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E016C" w14:textId="389AD2EC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976DB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19B9B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B604C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3F64" w14:textId="247F01D2" w:rsidR="00DB4B1B" w:rsidRPr="00674E1D" w:rsidRDefault="00DB4B1B" w:rsidP="00D16D9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EBBDD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9F3A3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492B3" w14:textId="77777777" w:rsidR="00DB4B1B" w:rsidRPr="00674E1D" w:rsidRDefault="00DB4B1B" w:rsidP="00D16D9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CB8BD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81116" w14:textId="37758C36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45E73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81302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DF42B" w14:textId="77777777" w:rsidR="00DB4B1B" w:rsidRPr="00674E1D" w:rsidRDefault="00DB4B1B" w:rsidP="00D16D9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74E1D" w:rsidRPr="003D114E" w14:paraId="280B40BD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62B70B" w14:textId="77777777" w:rsidR="00DB4B1B" w:rsidRPr="00674E1D" w:rsidRDefault="00DB4B1B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D176" w14:textId="77777777" w:rsidR="00DB4B1B" w:rsidRPr="00674E1D" w:rsidRDefault="00DB4B1B" w:rsidP="00942923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50C5E" w14:textId="101659D4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8573B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72742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9EAFD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8C7D9" w14:textId="3390D2ED" w:rsidR="00DB4B1B" w:rsidRPr="00674E1D" w:rsidRDefault="00DB4B1B" w:rsidP="00D16D9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7A4CD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A2591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FDE07" w14:textId="77777777" w:rsidR="00DB4B1B" w:rsidRPr="00674E1D" w:rsidRDefault="00DB4B1B" w:rsidP="00D16D9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58EC8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35923" w14:textId="55F8A9BC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F5C51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59001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24484" w14:textId="77777777" w:rsidR="00DB4B1B" w:rsidRPr="00674E1D" w:rsidRDefault="00DB4B1B" w:rsidP="00D16D9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74E1D" w:rsidRPr="003D114E" w14:paraId="6B48FEE8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A30CAB" w14:textId="77777777" w:rsidR="00DB4B1B" w:rsidRPr="00674E1D" w:rsidRDefault="00DB4B1B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702" w14:textId="77777777" w:rsidR="00DB4B1B" w:rsidRPr="00674E1D" w:rsidRDefault="00DB4B1B" w:rsidP="00942923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9C3E7" w14:textId="1CF08598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D4F35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47960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1188B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7369A" w14:textId="3F9470C2" w:rsidR="00DB4B1B" w:rsidRPr="00674E1D" w:rsidRDefault="00DB4B1B" w:rsidP="00D16D9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6B54B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5E81F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6BA10" w14:textId="77777777" w:rsidR="00DB4B1B" w:rsidRPr="00674E1D" w:rsidRDefault="00DB4B1B" w:rsidP="00D16D9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CD89E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F1950" w14:textId="3CB685B0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AEBD4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5EEB8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3E65B" w14:textId="77777777" w:rsidR="00DB4B1B" w:rsidRPr="00674E1D" w:rsidRDefault="00DB4B1B" w:rsidP="00D16D9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74E1D" w:rsidRPr="003D114E" w14:paraId="131BA166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4B7E64" w14:textId="77777777" w:rsidR="00DB4B1B" w:rsidRPr="00674E1D" w:rsidRDefault="00DB4B1B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5B1E" w14:textId="77777777" w:rsidR="00DB4B1B" w:rsidRPr="00674E1D" w:rsidRDefault="00DB4B1B" w:rsidP="00942923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C8FBA" w14:textId="42E249CF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2C4C2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33FC9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2DEDB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C536B" w14:textId="41338827" w:rsidR="00DB4B1B" w:rsidRPr="00674E1D" w:rsidRDefault="00DB4B1B" w:rsidP="00D16D9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9243B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FEF15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3D803" w14:textId="77777777" w:rsidR="00DB4B1B" w:rsidRPr="00674E1D" w:rsidRDefault="00DB4B1B" w:rsidP="00D16D9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2CDB3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A0101" w14:textId="70FB2A7D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546F4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FABF9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5452D" w14:textId="77777777" w:rsidR="00DB4B1B" w:rsidRPr="00674E1D" w:rsidRDefault="00DB4B1B" w:rsidP="00D16D9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74E1D" w:rsidRPr="003D114E" w14:paraId="35C78EFB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747474" w14:textId="77777777" w:rsidR="00DB4B1B" w:rsidRPr="00674E1D" w:rsidRDefault="00DB4B1B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41D0" w14:textId="77777777" w:rsidR="00DB4B1B" w:rsidRPr="00674E1D" w:rsidRDefault="00DB4B1B" w:rsidP="00942923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44082" w14:textId="065294B3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BA82D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F7DDF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C9E57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350A4" w14:textId="6E99F3F2" w:rsidR="00DB4B1B" w:rsidRPr="00674E1D" w:rsidRDefault="00DB4B1B" w:rsidP="00D16D9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95FAC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816E3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2CE4B" w14:textId="77777777" w:rsidR="00DB4B1B" w:rsidRPr="00674E1D" w:rsidRDefault="00DB4B1B" w:rsidP="00D16D9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0E632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BC291" w14:textId="23307264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3E334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03A60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C51B6" w14:textId="77777777" w:rsidR="00DB4B1B" w:rsidRPr="00674E1D" w:rsidRDefault="00DB4B1B" w:rsidP="00D16D9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74E1D" w:rsidRPr="003D114E" w14:paraId="503F78D9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2DD9DC" w14:textId="77777777" w:rsidR="00DB4B1B" w:rsidRPr="00674E1D" w:rsidRDefault="00DB4B1B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4DD7" w14:textId="77777777" w:rsidR="00DB4B1B" w:rsidRPr="00674E1D" w:rsidRDefault="00DB4B1B" w:rsidP="00942923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BACC2" w14:textId="2F2C978A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F4E2A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68A3B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1E5A0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3366A" w14:textId="14A13A53" w:rsidR="00DB4B1B" w:rsidRPr="00674E1D" w:rsidRDefault="00DB4B1B" w:rsidP="00D16D9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B741F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2AD84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77C24" w14:textId="77777777" w:rsidR="00DB4B1B" w:rsidRPr="00674E1D" w:rsidRDefault="00DB4B1B" w:rsidP="00D16D9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24D17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4474B" w14:textId="08474D62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FDD36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66011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06B42" w14:textId="77777777" w:rsidR="00DB4B1B" w:rsidRPr="00674E1D" w:rsidRDefault="00DB4B1B" w:rsidP="00D16D9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74E1D" w:rsidRPr="003D114E" w14:paraId="4D105A55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BA2B7A" w14:textId="77777777" w:rsidR="00DB4B1B" w:rsidRPr="00674E1D" w:rsidRDefault="00DB4B1B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7235" w14:textId="77777777" w:rsidR="00DB4B1B" w:rsidRPr="00674E1D" w:rsidRDefault="00DB4B1B" w:rsidP="00942923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2BE62" w14:textId="0BBD209A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EB85B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32D30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951C5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2C968" w14:textId="32706A2A" w:rsidR="00DB4B1B" w:rsidRPr="00674E1D" w:rsidRDefault="00DB4B1B" w:rsidP="00D16D9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588A1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746E8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7F185" w14:textId="77777777" w:rsidR="00DB4B1B" w:rsidRPr="00674E1D" w:rsidRDefault="00DB4B1B" w:rsidP="00D16D9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960D8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51D06" w14:textId="1DA5A4A0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77839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C0516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C09CA" w14:textId="77777777" w:rsidR="00DB4B1B" w:rsidRPr="00674E1D" w:rsidRDefault="00DB4B1B" w:rsidP="00D16D9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74E1D" w:rsidRPr="003D114E" w14:paraId="1EF97241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6D5DF3" w14:textId="77777777" w:rsidR="00DB4B1B" w:rsidRPr="00674E1D" w:rsidRDefault="00DB4B1B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0CED" w14:textId="77777777" w:rsidR="00DB4B1B" w:rsidRPr="00674E1D" w:rsidRDefault="00DB4B1B" w:rsidP="00942923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A0387" w14:textId="0062594A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61A21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50D6D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0D33C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47DF3" w14:textId="76A96005" w:rsidR="00DB4B1B" w:rsidRPr="00674E1D" w:rsidRDefault="00DB4B1B" w:rsidP="00D16D9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0CA0A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3B7A7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94939" w14:textId="77777777" w:rsidR="00DB4B1B" w:rsidRPr="00674E1D" w:rsidRDefault="00DB4B1B" w:rsidP="00D16D9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AFB75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D72A0" w14:textId="5AD58E1C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323AB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C0BCB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D5F2E" w14:textId="77777777" w:rsidR="00DB4B1B" w:rsidRPr="00674E1D" w:rsidRDefault="00DB4B1B" w:rsidP="00D16D9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74E1D" w:rsidRPr="003D114E" w14:paraId="7D55A451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82B90C" w14:textId="77777777" w:rsidR="00DB4B1B" w:rsidRPr="00674E1D" w:rsidRDefault="00DB4B1B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6565" w14:textId="77777777" w:rsidR="00DB4B1B" w:rsidRPr="00674E1D" w:rsidRDefault="00DB4B1B" w:rsidP="00942923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1B3DD" w14:textId="47E4BDE9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DE918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42651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EE125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01BB0" w14:textId="4DB9B066" w:rsidR="00DB4B1B" w:rsidRPr="00674E1D" w:rsidRDefault="00DB4B1B" w:rsidP="00D16D9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30135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23906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2952A" w14:textId="77777777" w:rsidR="00DB4B1B" w:rsidRPr="00674E1D" w:rsidRDefault="00DB4B1B" w:rsidP="00D16D9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13B03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191E6" w14:textId="67B105EE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6D3B0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3C415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62C7E" w14:textId="77777777" w:rsidR="00DB4B1B" w:rsidRPr="00674E1D" w:rsidRDefault="00DB4B1B" w:rsidP="00D16D9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74E1D" w:rsidRPr="003D114E" w14:paraId="34A0AB3C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751D42" w14:textId="77777777" w:rsidR="00DB4B1B" w:rsidRPr="00674E1D" w:rsidRDefault="00DB4B1B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630A" w14:textId="77777777" w:rsidR="00DB4B1B" w:rsidRPr="00674E1D" w:rsidRDefault="00DB4B1B" w:rsidP="00942923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05E31" w14:textId="667C8DAF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A693F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481DC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6A505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59153" w14:textId="0D3D633D" w:rsidR="00DB4B1B" w:rsidRPr="00674E1D" w:rsidRDefault="00DB4B1B" w:rsidP="00D16D9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F532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F430D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C12EE" w14:textId="77777777" w:rsidR="00DB4B1B" w:rsidRPr="00674E1D" w:rsidRDefault="00DB4B1B" w:rsidP="00D16D9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EF9B3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DF537" w14:textId="0714E498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4E066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18358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8A78E" w14:textId="77777777" w:rsidR="00DB4B1B" w:rsidRPr="00674E1D" w:rsidRDefault="00DB4B1B" w:rsidP="00D16D9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74E1D" w:rsidRPr="003D114E" w14:paraId="6140B568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96586B" w14:textId="77777777" w:rsidR="00DB4B1B" w:rsidRPr="00674E1D" w:rsidRDefault="00DB4B1B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B915" w14:textId="77777777" w:rsidR="00DB4B1B" w:rsidRPr="00674E1D" w:rsidRDefault="00DB4B1B" w:rsidP="00942923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ABB88" w14:textId="6768691F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9239E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8200B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20FF4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AC1D6" w14:textId="47924EFE" w:rsidR="00DB4B1B" w:rsidRPr="00674E1D" w:rsidRDefault="00DB4B1B" w:rsidP="00D16D9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AD913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9FCB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D0C30" w14:textId="77777777" w:rsidR="00DB4B1B" w:rsidRPr="00674E1D" w:rsidRDefault="00DB4B1B" w:rsidP="00D16D9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92DF5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4E366" w14:textId="52ED53D1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4ABBA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CD915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0E4A8" w14:textId="77777777" w:rsidR="00DB4B1B" w:rsidRPr="00674E1D" w:rsidRDefault="00DB4B1B" w:rsidP="00D16D9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74E1D" w:rsidRPr="003D114E" w14:paraId="0243BC2A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0301492" w14:textId="77777777" w:rsidR="00DB4B1B" w:rsidRPr="00674E1D" w:rsidRDefault="00DB4B1B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68AD" w14:textId="77777777" w:rsidR="00DB4B1B" w:rsidRPr="00674E1D" w:rsidRDefault="00DB4B1B" w:rsidP="00942923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21342" w14:textId="29EA26E8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9AC3D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14ACB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F3526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6D6C2" w14:textId="75B56831" w:rsidR="00DB4B1B" w:rsidRPr="00674E1D" w:rsidRDefault="00DB4B1B" w:rsidP="00D16D9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9B627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DE2AA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D6E32" w14:textId="77777777" w:rsidR="00DB4B1B" w:rsidRPr="00674E1D" w:rsidRDefault="00DB4B1B" w:rsidP="00D16D9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95738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3DE48" w14:textId="4B6B15E3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328F4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6E657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F7F4F" w14:textId="77777777" w:rsidR="00DB4B1B" w:rsidRPr="00674E1D" w:rsidRDefault="00DB4B1B" w:rsidP="00D16D9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74E1D" w:rsidRPr="003D114E" w14:paraId="5D0384A2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808509" w14:textId="77777777" w:rsidR="00DB4B1B" w:rsidRPr="00674E1D" w:rsidRDefault="00DB4B1B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4D3F" w14:textId="77777777" w:rsidR="00DB4B1B" w:rsidRPr="00674E1D" w:rsidRDefault="00DB4B1B" w:rsidP="00942923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C8588" w14:textId="2D3378E2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B9564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ECEC8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FA400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36991" w14:textId="6633897E" w:rsidR="00DB4B1B" w:rsidRPr="00674E1D" w:rsidRDefault="00DB4B1B" w:rsidP="00D16D9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5CA25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8F1FE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85D30" w14:textId="77777777" w:rsidR="00DB4B1B" w:rsidRPr="00674E1D" w:rsidRDefault="00DB4B1B" w:rsidP="00D16D9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BD1F4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25D79" w14:textId="622E936B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8D103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722B4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B193A" w14:textId="77777777" w:rsidR="00DB4B1B" w:rsidRPr="00674E1D" w:rsidRDefault="00DB4B1B" w:rsidP="00D16D9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74E1D" w:rsidRPr="003D114E" w14:paraId="50893601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6363A8" w14:textId="77777777" w:rsidR="00DB4B1B" w:rsidRPr="00674E1D" w:rsidRDefault="00DB4B1B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5A09" w14:textId="77777777" w:rsidR="00DB4B1B" w:rsidRPr="00674E1D" w:rsidRDefault="00DB4B1B" w:rsidP="00942923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30DFA" w14:textId="6EED26E0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C2A08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53245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67834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E3589" w14:textId="2FDA583F" w:rsidR="00DB4B1B" w:rsidRPr="00674E1D" w:rsidRDefault="00DB4B1B" w:rsidP="00D16D9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8B006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59557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F2F87" w14:textId="77777777" w:rsidR="00DB4B1B" w:rsidRPr="00674E1D" w:rsidRDefault="00DB4B1B" w:rsidP="00D16D9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F30E0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2CB41" w14:textId="667843B3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C5A33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D2B59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4C07D" w14:textId="77777777" w:rsidR="00DB4B1B" w:rsidRPr="00674E1D" w:rsidRDefault="00DB4B1B" w:rsidP="00D16D9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74E1D" w:rsidRPr="003D114E" w14:paraId="6B70C2EA" w14:textId="77777777" w:rsidTr="00942923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F2D15F" w14:textId="77777777" w:rsidR="00DB4B1B" w:rsidRPr="00674E1D" w:rsidRDefault="00DB4B1B" w:rsidP="00674E1D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2009" w14:textId="77777777" w:rsidR="00DB4B1B" w:rsidRPr="00674E1D" w:rsidRDefault="00DB4B1B" w:rsidP="00942923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6E827" w14:textId="6AFFCC15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4F451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D7A3A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6E2C2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5DE3A" w14:textId="2ECA0990" w:rsidR="00DB4B1B" w:rsidRPr="00674E1D" w:rsidRDefault="00DB4B1B" w:rsidP="00D16D97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B4849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103F7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7"/>
                <w:szCs w:val="17"/>
              </w:rPr>
            </w:pP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</w:r>
            <w:r w:rsidR="00CB4734">
              <w:rPr>
                <w:rStyle w:val="Zwaar"/>
                <w:b w:val="0"/>
                <w:bCs w:val="0"/>
                <w:sz w:val="17"/>
                <w:szCs w:val="17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  <w:sz w:val="17"/>
                <w:szCs w:val="17"/>
              </w:rPr>
              <w:fldChar w:fldCharType="end"/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206B4" w14:textId="77777777" w:rsidR="00DB4B1B" w:rsidRPr="00674E1D" w:rsidRDefault="00DB4B1B" w:rsidP="00D16D9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7F76B" w14:textId="77777777" w:rsidR="00DB4B1B" w:rsidRPr="00674E1D" w:rsidRDefault="00DB4B1B" w:rsidP="00D16D97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 w:rsidRPr="00674E1D"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E1D"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CB4734">
              <w:rPr>
                <w:rStyle w:val="Zwaar"/>
                <w:b w:val="0"/>
                <w:bCs w:val="0"/>
              </w:rPr>
            </w:r>
            <w:r w:rsidR="00CB4734">
              <w:rPr>
                <w:rStyle w:val="Zwaar"/>
                <w:b w:val="0"/>
                <w:bCs w:val="0"/>
              </w:rPr>
              <w:fldChar w:fldCharType="separate"/>
            </w:r>
            <w:r w:rsidRPr="00674E1D"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B770B" w14:textId="17DDA37F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2E385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F5ABB" w14:textId="77777777" w:rsidR="00DB4B1B" w:rsidRPr="00674E1D" w:rsidRDefault="00DB4B1B" w:rsidP="00D16D97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83B0" w14:textId="77777777" w:rsidR="00DB4B1B" w:rsidRPr="00674E1D" w:rsidRDefault="00DB4B1B" w:rsidP="00D16D9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</w:tbl>
    <w:p w14:paraId="195E25A5" w14:textId="77777777" w:rsidR="00E6023A" w:rsidRPr="00900FEF" w:rsidRDefault="00E6023A" w:rsidP="00E6023A">
      <w:pPr>
        <w:rPr>
          <w:sz w:val="2"/>
          <w:szCs w:val="2"/>
        </w:rPr>
      </w:pPr>
    </w:p>
    <w:sectPr w:rsidR="00E6023A" w:rsidRPr="00900FEF" w:rsidSect="00674E1D">
      <w:footerReference w:type="default" r:id="rId14"/>
      <w:footerReference w:type="first" r:id="rId15"/>
      <w:pgSz w:w="16838" w:h="11906" w:orient="landscape" w:code="9"/>
      <w:pgMar w:top="851" w:right="680" w:bottom="1701" w:left="680" w:header="709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03017" w14:textId="77777777" w:rsidR="00CB4734" w:rsidRDefault="00CB4734" w:rsidP="008E174D">
      <w:r>
        <w:separator/>
      </w:r>
    </w:p>
  </w:endnote>
  <w:endnote w:type="continuationSeparator" w:id="0">
    <w:p w14:paraId="00B3AC9A" w14:textId="77777777" w:rsidR="00CB4734" w:rsidRDefault="00CB4734" w:rsidP="008E1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landers Art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F85A9" w14:textId="280BD741" w:rsidR="003C26F7" w:rsidRDefault="003C26F7" w:rsidP="00594054">
    <w:pPr>
      <w:pStyle w:val="Koptekst"/>
      <w:tabs>
        <w:tab w:val="clear" w:pos="4536"/>
        <w:tab w:val="clear" w:pos="9072"/>
        <w:tab w:val="center" w:pos="9356"/>
        <w:tab w:val="right" w:pos="10206"/>
      </w:tabs>
      <w:jc w:val="right"/>
    </w:pPr>
    <w:r>
      <w:rPr>
        <w:sz w:val="18"/>
        <w:szCs w:val="18"/>
      </w:rPr>
      <w:t>U</w:t>
    </w:r>
    <w:r w:rsidRPr="003C28AD">
      <w:rPr>
        <w:sz w:val="18"/>
        <w:szCs w:val="18"/>
      </w:rPr>
      <w:t xml:space="preserve">itvoer, doorvoer </w:t>
    </w:r>
    <w:r>
      <w:rPr>
        <w:sz w:val="18"/>
        <w:szCs w:val="18"/>
      </w:rPr>
      <w:t>en</w:t>
    </w:r>
    <w:r w:rsidRPr="003C28AD">
      <w:rPr>
        <w:sz w:val="18"/>
        <w:szCs w:val="18"/>
      </w:rPr>
      <w:t xml:space="preserve"> overbrenging van defensiegerelateerde producten, ordehandhavingsmateriaal en ander voor militair gebruik</w:t>
    </w:r>
    <w:r>
      <w:rPr>
        <w:sz w:val="18"/>
        <w:szCs w:val="18"/>
      </w:rPr>
      <w:br/>
    </w:r>
    <w:r w:rsidRPr="003C28AD">
      <w:rPr>
        <w:sz w:val="18"/>
        <w:szCs w:val="18"/>
      </w:rPr>
      <w:t>dienstig materiaal</w:t>
    </w:r>
    <w:r>
      <w:rPr>
        <w:sz w:val="18"/>
        <w:szCs w:val="18"/>
      </w:rPr>
      <w:t>: militaire wapens</w:t>
    </w:r>
    <w:r w:rsidRPr="003E02FB">
      <w:rPr>
        <w:sz w:val="18"/>
        <w:szCs w:val="18"/>
      </w:rPr>
      <w:t xml:space="preserve"> - pagina </w:t>
    </w:r>
    <w:r w:rsidRPr="003E02FB">
      <w:rPr>
        <w:sz w:val="18"/>
        <w:szCs w:val="18"/>
      </w:rPr>
      <w:fldChar w:fldCharType="begin"/>
    </w:r>
    <w:r w:rsidRPr="003E02FB">
      <w:rPr>
        <w:sz w:val="18"/>
        <w:szCs w:val="18"/>
      </w:rPr>
      <w:instrText xml:space="preserve"> PAGE </w:instrText>
    </w:r>
    <w:r w:rsidRPr="003E02FB">
      <w:rPr>
        <w:sz w:val="18"/>
        <w:szCs w:val="18"/>
      </w:rPr>
      <w:fldChar w:fldCharType="separate"/>
    </w:r>
    <w:r w:rsidR="0019447D">
      <w:rPr>
        <w:noProof/>
        <w:sz w:val="18"/>
        <w:szCs w:val="18"/>
      </w:rPr>
      <w:t>2</w:t>
    </w:r>
    <w:r w:rsidRPr="003E02FB">
      <w:rPr>
        <w:sz w:val="18"/>
        <w:szCs w:val="18"/>
      </w:rPr>
      <w:fldChar w:fldCharType="end"/>
    </w:r>
    <w:r w:rsidRPr="003E02FB">
      <w:rPr>
        <w:sz w:val="18"/>
        <w:szCs w:val="18"/>
      </w:rPr>
      <w:t xml:space="preserve"> van </w:t>
    </w:r>
    <w:r w:rsidRPr="003E02FB">
      <w:rPr>
        <w:rStyle w:val="Paginanummer"/>
        <w:sz w:val="18"/>
        <w:szCs w:val="18"/>
      </w:rPr>
      <w:fldChar w:fldCharType="begin"/>
    </w:r>
    <w:r w:rsidRPr="003E02FB">
      <w:rPr>
        <w:rStyle w:val="Paginanummer"/>
        <w:sz w:val="18"/>
        <w:szCs w:val="18"/>
      </w:rPr>
      <w:instrText xml:space="preserve"> NUMPAGES </w:instrText>
    </w:r>
    <w:r w:rsidRPr="003E02FB">
      <w:rPr>
        <w:rStyle w:val="Paginanummer"/>
        <w:sz w:val="18"/>
        <w:szCs w:val="18"/>
      </w:rPr>
      <w:fldChar w:fldCharType="separate"/>
    </w:r>
    <w:r w:rsidR="0019447D">
      <w:rPr>
        <w:rStyle w:val="Paginanummer"/>
        <w:noProof/>
        <w:sz w:val="18"/>
        <w:szCs w:val="18"/>
      </w:rPr>
      <w:t>2</w:t>
    </w:r>
    <w:r w:rsidRPr="003E02FB">
      <w:rPr>
        <w:rStyle w:val="Paginanummer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00677" w14:textId="77777777" w:rsidR="003C26F7" w:rsidRPr="00594054" w:rsidRDefault="003C26F7" w:rsidP="0005708D">
    <w:pPr>
      <w:pStyle w:val="Voettekst"/>
      <w:ind w:left="284"/>
    </w:pPr>
    <w:r w:rsidRPr="00F51652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3770F85B" wp14:editId="03F49D98">
          <wp:simplePos x="0" y="0"/>
          <wp:positionH relativeFrom="page">
            <wp:posOffset>737235</wp:posOffset>
          </wp:positionH>
          <wp:positionV relativeFrom="page">
            <wp:posOffset>9757410</wp:posOffset>
          </wp:positionV>
          <wp:extent cx="1165200" cy="540000"/>
          <wp:effectExtent l="0" t="0" r="0" b="0"/>
          <wp:wrapNone/>
          <wp:docPr id="6" name="Afbeelding 6" descr="H:\2014\HUISSTIJL\Logo's\Logo Vlaamse overhe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2014\HUISSTIJL\Logo's\Logo Vlaamse overhei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52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7CC059" w14:textId="77777777" w:rsidR="00CB4734" w:rsidRDefault="00CB4734" w:rsidP="008E174D">
      <w:r>
        <w:separator/>
      </w:r>
    </w:p>
  </w:footnote>
  <w:footnote w:type="continuationSeparator" w:id="0">
    <w:p w14:paraId="60BA418B" w14:textId="77777777" w:rsidR="00CB4734" w:rsidRDefault="00CB4734" w:rsidP="008E1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4879"/>
    <w:multiLevelType w:val="hybridMultilevel"/>
    <w:tmpl w:val="7E82E582"/>
    <w:lvl w:ilvl="0" w:tplc="2F86AB62">
      <w:start w:val="1"/>
      <w:numFmt w:val="decimal"/>
      <w:lvlText w:val="%1    "/>
      <w:lvlJc w:val="right"/>
      <w:pPr>
        <w:ind w:left="720" w:hanging="360"/>
      </w:pPr>
      <w:rPr>
        <w:rFonts w:ascii="Calibri" w:hAnsi="Calibri" w:hint="default"/>
        <w:b w:val="0"/>
        <w:i/>
        <w:sz w:val="18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91A47"/>
    <w:multiLevelType w:val="hybridMultilevel"/>
    <w:tmpl w:val="B862246E"/>
    <w:lvl w:ilvl="0" w:tplc="CAB889CC">
      <w:start w:val="1"/>
      <w:numFmt w:val="decimal"/>
      <w:lvlText w:val="%1"/>
      <w:lvlJc w:val="right"/>
      <w:pPr>
        <w:ind w:left="720" w:hanging="360"/>
      </w:pPr>
      <w:rPr>
        <w:rFonts w:ascii="Calibri" w:hAnsi="Calibri" w:hint="default"/>
        <w:b w:val="0"/>
        <w:i/>
        <w:sz w:val="20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74110"/>
    <w:multiLevelType w:val="hybridMultilevel"/>
    <w:tmpl w:val="7548BB18"/>
    <w:lvl w:ilvl="0" w:tplc="55726DCE">
      <w:start w:val="1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A1310"/>
    <w:multiLevelType w:val="hybridMultilevel"/>
    <w:tmpl w:val="B862246E"/>
    <w:lvl w:ilvl="0" w:tplc="CAB889CC">
      <w:start w:val="1"/>
      <w:numFmt w:val="decimal"/>
      <w:lvlText w:val="%1"/>
      <w:lvlJc w:val="right"/>
      <w:pPr>
        <w:ind w:left="720" w:hanging="360"/>
      </w:pPr>
      <w:rPr>
        <w:rFonts w:ascii="Calibri" w:hAnsi="Calibri" w:hint="default"/>
        <w:b w:val="0"/>
        <w:i/>
        <w:sz w:val="20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CC50CC"/>
    <w:multiLevelType w:val="hybridMultilevel"/>
    <w:tmpl w:val="B030B758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73F5B"/>
    <w:multiLevelType w:val="multilevel"/>
    <w:tmpl w:val="481843B2"/>
    <w:lvl w:ilvl="0">
      <w:start w:val="1"/>
      <w:numFmt w:val="decimal"/>
      <w:lvlText w:val="%1"/>
      <w:lvlJc w:val="left"/>
      <w:pPr>
        <w:tabs>
          <w:tab w:val="num" w:pos="1281"/>
        </w:tabs>
        <w:ind w:left="1281" w:hanging="430"/>
      </w:pPr>
    </w:lvl>
    <w:lvl w:ilvl="1">
      <w:start w:val="1"/>
      <w:numFmt w:val="decimal"/>
      <w:pStyle w:val="Lijstopsomteken2"/>
      <w:lvlText w:val="%1.%2"/>
      <w:lvlJc w:val="left"/>
      <w:pPr>
        <w:tabs>
          <w:tab w:val="num" w:pos="1531"/>
        </w:tabs>
        <w:ind w:left="1531" w:hanging="68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49A468CC"/>
    <w:multiLevelType w:val="hybridMultilevel"/>
    <w:tmpl w:val="331045C2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E05E5"/>
    <w:multiLevelType w:val="hybridMultilevel"/>
    <w:tmpl w:val="8C7AC092"/>
    <w:lvl w:ilvl="0" w:tplc="E51C1C42">
      <w:start w:val="1"/>
      <w:numFmt w:val="decimal"/>
      <w:lvlText w:val="%1     "/>
      <w:lvlJc w:val="right"/>
      <w:pPr>
        <w:ind w:left="720" w:hanging="360"/>
      </w:pPr>
      <w:rPr>
        <w:rFonts w:ascii="Calibri" w:hAnsi="Calibri" w:hint="default"/>
        <w:b w:val="0"/>
        <w:i/>
        <w:sz w:val="18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ocumentProtection w:edit="forms" w:enforcement="0"/>
  <w:defaultTabStop w:val="709"/>
  <w:hyphenationZone w:val="425"/>
  <w:drawingGridHorizontalSpacing w:val="110"/>
  <w:drawingGridVerticalSpacing w:val="57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265"/>
    <w:rsid w:val="00000E34"/>
    <w:rsid w:val="000018B5"/>
    <w:rsid w:val="00001981"/>
    <w:rsid w:val="000020EF"/>
    <w:rsid w:val="00002709"/>
    <w:rsid w:val="0000345C"/>
    <w:rsid w:val="00006712"/>
    <w:rsid w:val="00007912"/>
    <w:rsid w:val="00010EDF"/>
    <w:rsid w:val="00013CA3"/>
    <w:rsid w:val="000142EC"/>
    <w:rsid w:val="000251BC"/>
    <w:rsid w:val="00030F47"/>
    <w:rsid w:val="00034F32"/>
    <w:rsid w:val="00035834"/>
    <w:rsid w:val="00035BB5"/>
    <w:rsid w:val="000379C4"/>
    <w:rsid w:val="0004101C"/>
    <w:rsid w:val="00042502"/>
    <w:rsid w:val="0004475E"/>
    <w:rsid w:val="000466E9"/>
    <w:rsid w:val="00046C25"/>
    <w:rsid w:val="00047E54"/>
    <w:rsid w:val="000516FC"/>
    <w:rsid w:val="0005708D"/>
    <w:rsid w:val="00062D04"/>
    <w:rsid w:val="00065AAB"/>
    <w:rsid w:val="000729C1"/>
    <w:rsid w:val="00073329"/>
    <w:rsid w:val="000753A0"/>
    <w:rsid w:val="000772F0"/>
    <w:rsid w:val="00077C6F"/>
    <w:rsid w:val="00091A4B"/>
    <w:rsid w:val="00091ACB"/>
    <w:rsid w:val="00091BDC"/>
    <w:rsid w:val="000972C2"/>
    <w:rsid w:val="00097D39"/>
    <w:rsid w:val="00097D68"/>
    <w:rsid w:val="000A0CB7"/>
    <w:rsid w:val="000A5120"/>
    <w:rsid w:val="000B2D73"/>
    <w:rsid w:val="000B3556"/>
    <w:rsid w:val="000B5E35"/>
    <w:rsid w:val="000B710B"/>
    <w:rsid w:val="000B7253"/>
    <w:rsid w:val="000C0BC7"/>
    <w:rsid w:val="000C59A5"/>
    <w:rsid w:val="000C7FBC"/>
    <w:rsid w:val="000D0FE2"/>
    <w:rsid w:val="000D12E3"/>
    <w:rsid w:val="000D2006"/>
    <w:rsid w:val="000D3444"/>
    <w:rsid w:val="000D57DF"/>
    <w:rsid w:val="000D613E"/>
    <w:rsid w:val="000E0EE2"/>
    <w:rsid w:val="000E23B0"/>
    <w:rsid w:val="000E7B6C"/>
    <w:rsid w:val="000F39BB"/>
    <w:rsid w:val="000F5541"/>
    <w:rsid w:val="000F671B"/>
    <w:rsid w:val="000F70D9"/>
    <w:rsid w:val="00100F83"/>
    <w:rsid w:val="00101A4F"/>
    <w:rsid w:val="00101B23"/>
    <w:rsid w:val="00102681"/>
    <w:rsid w:val="001042E0"/>
    <w:rsid w:val="001120FE"/>
    <w:rsid w:val="001149F2"/>
    <w:rsid w:val="00115BF2"/>
    <w:rsid w:val="00116828"/>
    <w:rsid w:val="001226C6"/>
    <w:rsid w:val="00122EB4"/>
    <w:rsid w:val="00123359"/>
    <w:rsid w:val="00125749"/>
    <w:rsid w:val="00131170"/>
    <w:rsid w:val="00133020"/>
    <w:rsid w:val="001339D8"/>
    <w:rsid w:val="001348AA"/>
    <w:rsid w:val="00142370"/>
    <w:rsid w:val="00142A46"/>
    <w:rsid w:val="00142D91"/>
    <w:rsid w:val="00143965"/>
    <w:rsid w:val="00143B76"/>
    <w:rsid w:val="001459FC"/>
    <w:rsid w:val="00146935"/>
    <w:rsid w:val="00147129"/>
    <w:rsid w:val="00152301"/>
    <w:rsid w:val="00161B93"/>
    <w:rsid w:val="00162B26"/>
    <w:rsid w:val="0016431A"/>
    <w:rsid w:val="001656CB"/>
    <w:rsid w:val="00167ACC"/>
    <w:rsid w:val="00172572"/>
    <w:rsid w:val="0017435D"/>
    <w:rsid w:val="001766F2"/>
    <w:rsid w:val="001816D5"/>
    <w:rsid w:val="00183949"/>
    <w:rsid w:val="00183EFC"/>
    <w:rsid w:val="00185316"/>
    <w:rsid w:val="001906AA"/>
    <w:rsid w:val="00190CBE"/>
    <w:rsid w:val="001917FA"/>
    <w:rsid w:val="00192B4B"/>
    <w:rsid w:val="0019447D"/>
    <w:rsid w:val="001A23D3"/>
    <w:rsid w:val="001A3CC2"/>
    <w:rsid w:val="001A58E9"/>
    <w:rsid w:val="001A6B85"/>
    <w:rsid w:val="001A7FC2"/>
    <w:rsid w:val="001B0E83"/>
    <w:rsid w:val="001B232D"/>
    <w:rsid w:val="001B7DFA"/>
    <w:rsid w:val="001C13E9"/>
    <w:rsid w:val="001C1D58"/>
    <w:rsid w:val="001C526F"/>
    <w:rsid w:val="001C5D85"/>
    <w:rsid w:val="001C6238"/>
    <w:rsid w:val="001C73CF"/>
    <w:rsid w:val="001D056A"/>
    <w:rsid w:val="001D0965"/>
    <w:rsid w:val="001D0DB7"/>
    <w:rsid w:val="001D1DF3"/>
    <w:rsid w:val="001D5160"/>
    <w:rsid w:val="001D51C2"/>
    <w:rsid w:val="001E17D4"/>
    <w:rsid w:val="001E1E0B"/>
    <w:rsid w:val="001E38C0"/>
    <w:rsid w:val="001E4208"/>
    <w:rsid w:val="001E589A"/>
    <w:rsid w:val="001F3741"/>
    <w:rsid w:val="001F3B9A"/>
    <w:rsid w:val="001F43D0"/>
    <w:rsid w:val="001F7119"/>
    <w:rsid w:val="001F791D"/>
    <w:rsid w:val="0020163E"/>
    <w:rsid w:val="00205ED9"/>
    <w:rsid w:val="00207083"/>
    <w:rsid w:val="00212291"/>
    <w:rsid w:val="00214841"/>
    <w:rsid w:val="00215141"/>
    <w:rsid w:val="002162C2"/>
    <w:rsid w:val="00216833"/>
    <w:rsid w:val="00221A1E"/>
    <w:rsid w:val="00222276"/>
    <w:rsid w:val="002230A4"/>
    <w:rsid w:val="00225D0E"/>
    <w:rsid w:val="00226392"/>
    <w:rsid w:val="00232A12"/>
    <w:rsid w:val="00234F9E"/>
    <w:rsid w:val="00240902"/>
    <w:rsid w:val="002423E6"/>
    <w:rsid w:val="00252917"/>
    <w:rsid w:val="00254C6C"/>
    <w:rsid w:val="002565D7"/>
    <w:rsid w:val="00261971"/>
    <w:rsid w:val="00266E15"/>
    <w:rsid w:val="00272A26"/>
    <w:rsid w:val="00273378"/>
    <w:rsid w:val="002825AD"/>
    <w:rsid w:val="00282DCE"/>
    <w:rsid w:val="00283D00"/>
    <w:rsid w:val="00285A8B"/>
    <w:rsid w:val="00285D45"/>
    <w:rsid w:val="00287A6D"/>
    <w:rsid w:val="002901AA"/>
    <w:rsid w:val="00292B7F"/>
    <w:rsid w:val="00294D0D"/>
    <w:rsid w:val="002A4B3E"/>
    <w:rsid w:val="002A683B"/>
    <w:rsid w:val="002A7BE1"/>
    <w:rsid w:val="002B5414"/>
    <w:rsid w:val="002B6360"/>
    <w:rsid w:val="002C287B"/>
    <w:rsid w:val="002C6E2A"/>
    <w:rsid w:val="002D2733"/>
    <w:rsid w:val="002D38A1"/>
    <w:rsid w:val="002D73C3"/>
    <w:rsid w:val="002E01EF"/>
    <w:rsid w:val="002E16CC"/>
    <w:rsid w:val="002E3C53"/>
    <w:rsid w:val="002E60C1"/>
    <w:rsid w:val="002E799B"/>
    <w:rsid w:val="002F1269"/>
    <w:rsid w:val="002F1AF7"/>
    <w:rsid w:val="002F26E9"/>
    <w:rsid w:val="002F3344"/>
    <w:rsid w:val="002F5A7E"/>
    <w:rsid w:val="002F6BA1"/>
    <w:rsid w:val="003041FE"/>
    <w:rsid w:val="00305E2E"/>
    <w:rsid w:val="0030669D"/>
    <w:rsid w:val="003074F1"/>
    <w:rsid w:val="00310C16"/>
    <w:rsid w:val="003110E4"/>
    <w:rsid w:val="00314AED"/>
    <w:rsid w:val="00320890"/>
    <w:rsid w:val="00323E1C"/>
    <w:rsid w:val="003246D8"/>
    <w:rsid w:val="00324984"/>
    <w:rsid w:val="00325E0D"/>
    <w:rsid w:val="003315DB"/>
    <w:rsid w:val="003347F1"/>
    <w:rsid w:val="00344002"/>
    <w:rsid w:val="00344078"/>
    <w:rsid w:val="00351BE7"/>
    <w:rsid w:val="003522D6"/>
    <w:rsid w:val="00355C6C"/>
    <w:rsid w:val="003605B2"/>
    <w:rsid w:val="00360649"/>
    <w:rsid w:val="00363AF0"/>
    <w:rsid w:val="003640E8"/>
    <w:rsid w:val="00364161"/>
    <w:rsid w:val="00365085"/>
    <w:rsid w:val="00365321"/>
    <w:rsid w:val="003660F1"/>
    <w:rsid w:val="00370240"/>
    <w:rsid w:val="00377FEA"/>
    <w:rsid w:val="00380E8D"/>
    <w:rsid w:val="003816C8"/>
    <w:rsid w:val="00382491"/>
    <w:rsid w:val="00384489"/>
    <w:rsid w:val="00384E9D"/>
    <w:rsid w:val="00386E54"/>
    <w:rsid w:val="00390326"/>
    <w:rsid w:val="003A11D3"/>
    <w:rsid w:val="003A2D06"/>
    <w:rsid w:val="003A36F9"/>
    <w:rsid w:val="003A4498"/>
    <w:rsid w:val="003A4E6F"/>
    <w:rsid w:val="003A6216"/>
    <w:rsid w:val="003B01E3"/>
    <w:rsid w:val="003B0490"/>
    <w:rsid w:val="003B1F13"/>
    <w:rsid w:val="003B2E7A"/>
    <w:rsid w:val="003B7C97"/>
    <w:rsid w:val="003C11F8"/>
    <w:rsid w:val="003C26F7"/>
    <w:rsid w:val="003C28AD"/>
    <w:rsid w:val="003C65FD"/>
    <w:rsid w:val="003C75CA"/>
    <w:rsid w:val="003D114E"/>
    <w:rsid w:val="003E02FB"/>
    <w:rsid w:val="003E593E"/>
    <w:rsid w:val="0040190E"/>
    <w:rsid w:val="00406A5D"/>
    <w:rsid w:val="00407FE0"/>
    <w:rsid w:val="00417E3A"/>
    <w:rsid w:val="00422465"/>
    <w:rsid w:val="00422E30"/>
    <w:rsid w:val="00425A77"/>
    <w:rsid w:val="00430EF9"/>
    <w:rsid w:val="00435FBD"/>
    <w:rsid w:val="004362FB"/>
    <w:rsid w:val="00437383"/>
    <w:rsid w:val="00440A62"/>
    <w:rsid w:val="00445080"/>
    <w:rsid w:val="00450445"/>
    <w:rsid w:val="0045144E"/>
    <w:rsid w:val="00451CC3"/>
    <w:rsid w:val="00455AA0"/>
    <w:rsid w:val="00456DCE"/>
    <w:rsid w:val="00464E4C"/>
    <w:rsid w:val="00471768"/>
    <w:rsid w:val="004857A8"/>
    <w:rsid w:val="00486FC2"/>
    <w:rsid w:val="004A185A"/>
    <w:rsid w:val="004A28E3"/>
    <w:rsid w:val="004A48D9"/>
    <w:rsid w:val="004A7D36"/>
    <w:rsid w:val="004B1BBB"/>
    <w:rsid w:val="004B2B40"/>
    <w:rsid w:val="004B314B"/>
    <w:rsid w:val="004B3CFD"/>
    <w:rsid w:val="004B482E"/>
    <w:rsid w:val="004B6731"/>
    <w:rsid w:val="004B78E1"/>
    <w:rsid w:val="004B7F60"/>
    <w:rsid w:val="004C123C"/>
    <w:rsid w:val="004C1346"/>
    <w:rsid w:val="004C1535"/>
    <w:rsid w:val="004C18CC"/>
    <w:rsid w:val="004C1E9B"/>
    <w:rsid w:val="004C2B5F"/>
    <w:rsid w:val="004C6D3F"/>
    <w:rsid w:val="004D4843"/>
    <w:rsid w:val="004D4F34"/>
    <w:rsid w:val="004D5397"/>
    <w:rsid w:val="004D5B75"/>
    <w:rsid w:val="004D65B0"/>
    <w:rsid w:val="004E1C5E"/>
    <w:rsid w:val="004E2CF2"/>
    <w:rsid w:val="004E2FB1"/>
    <w:rsid w:val="004E341C"/>
    <w:rsid w:val="004E6331"/>
    <w:rsid w:val="004E6AC1"/>
    <w:rsid w:val="004F5BB2"/>
    <w:rsid w:val="004F64B9"/>
    <w:rsid w:val="004F66D1"/>
    <w:rsid w:val="00501AD2"/>
    <w:rsid w:val="00502818"/>
    <w:rsid w:val="00504D1E"/>
    <w:rsid w:val="00506277"/>
    <w:rsid w:val="005111F5"/>
    <w:rsid w:val="0051224B"/>
    <w:rsid w:val="0051379D"/>
    <w:rsid w:val="00516BDC"/>
    <w:rsid w:val="005177A0"/>
    <w:rsid w:val="005247C1"/>
    <w:rsid w:val="00526F02"/>
    <w:rsid w:val="00527F3D"/>
    <w:rsid w:val="00530A3F"/>
    <w:rsid w:val="00537C0D"/>
    <w:rsid w:val="00541098"/>
    <w:rsid w:val="005423FF"/>
    <w:rsid w:val="005438BD"/>
    <w:rsid w:val="00544953"/>
    <w:rsid w:val="005471D8"/>
    <w:rsid w:val="005542C0"/>
    <w:rsid w:val="00555186"/>
    <w:rsid w:val="00560089"/>
    <w:rsid w:val="005637C4"/>
    <w:rsid w:val="00563FEE"/>
    <w:rsid w:val="005644A7"/>
    <w:rsid w:val="005657B2"/>
    <w:rsid w:val="0057124A"/>
    <w:rsid w:val="00573388"/>
    <w:rsid w:val="0057476E"/>
    <w:rsid w:val="00575B73"/>
    <w:rsid w:val="0058088D"/>
    <w:rsid w:val="00580BAD"/>
    <w:rsid w:val="0058178B"/>
    <w:rsid w:val="005819BA"/>
    <w:rsid w:val="00583AFB"/>
    <w:rsid w:val="00583F20"/>
    <w:rsid w:val="00587ED4"/>
    <w:rsid w:val="00592013"/>
    <w:rsid w:val="00593585"/>
    <w:rsid w:val="00594054"/>
    <w:rsid w:val="00595055"/>
    <w:rsid w:val="00595A87"/>
    <w:rsid w:val="005A0265"/>
    <w:rsid w:val="005A1166"/>
    <w:rsid w:val="005B01ED"/>
    <w:rsid w:val="005B3EA8"/>
    <w:rsid w:val="005B58B3"/>
    <w:rsid w:val="005B6B85"/>
    <w:rsid w:val="005C15C2"/>
    <w:rsid w:val="005C1EF6"/>
    <w:rsid w:val="005C3256"/>
    <w:rsid w:val="005C356F"/>
    <w:rsid w:val="005C3A90"/>
    <w:rsid w:val="005C72B8"/>
    <w:rsid w:val="005D09E4"/>
    <w:rsid w:val="005D0E68"/>
    <w:rsid w:val="005D0FE7"/>
    <w:rsid w:val="005E3384"/>
    <w:rsid w:val="005E3F7E"/>
    <w:rsid w:val="005E51B5"/>
    <w:rsid w:val="005E6535"/>
    <w:rsid w:val="005F1E06"/>
    <w:rsid w:val="005F6894"/>
    <w:rsid w:val="005F706A"/>
    <w:rsid w:val="006009D8"/>
    <w:rsid w:val="00607C55"/>
    <w:rsid w:val="00610E7C"/>
    <w:rsid w:val="0061253A"/>
    <w:rsid w:val="006137BA"/>
    <w:rsid w:val="00614A17"/>
    <w:rsid w:val="0061675A"/>
    <w:rsid w:val="0062056D"/>
    <w:rsid w:val="006211BF"/>
    <w:rsid w:val="006217C2"/>
    <w:rsid w:val="00621C38"/>
    <w:rsid w:val="00623E9C"/>
    <w:rsid w:val="00625341"/>
    <w:rsid w:val="00626578"/>
    <w:rsid w:val="006321A1"/>
    <w:rsid w:val="00632FC5"/>
    <w:rsid w:val="00635F3D"/>
    <w:rsid w:val="006404B0"/>
    <w:rsid w:val="006408C7"/>
    <w:rsid w:val="00642256"/>
    <w:rsid w:val="00644BAB"/>
    <w:rsid w:val="0064611D"/>
    <w:rsid w:val="0065041F"/>
    <w:rsid w:val="00650FA0"/>
    <w:rsid w:val="006516D6"/>
    <w:rsid w:val="006541DC"/>
    <w:rsid w:val="0065475D"/>
    <w:rsid w:val="006606B1"/>
    <w:rsid w:val="006655AD"/>
    <w:rsid w:val="00665E66"/>
    <w:rsid w:val="006663F9"/>
    <w:rsid w:val="00670BFC"/>
    <w:rsid w:val="00671529"/>
    <w:rsid w:val="00671C3E"/>
    <w:rsid w:val="00674E1D"/>
    <w:rsid w:val="006758D8"/>
    <w:rsid w:val="00676016"/>
    <w:rsid w:val="00680725"/>
    <w:rsid w:val="00682640"/>
    <w:rsid w:val="00691506"/>
    <w:rsid w:val="006935AC"/>
    <w:rsid w:val="006B3EB7"/>
    <w:rsid w:val="006B51E1"/>
    <w:rsid w:val="006C4337"/>
    <w:rsid w:val="006C59C7"/>
    <w:rsid w:val="006C6F2D"/>
    <w:rsid w:val="006D01FB"/>
    <w:rsid w:val="006E29BE"/>
    <w:rsid w:val="006F656A"/>
    <w:rsid w:val="00700A82"/>
    <w:rsid w:val="0070145B"/>
    <w:rsid w:val="0070237C"/>
    <w:rsid w:val="007044A7"/>
    <w:rsid w:val="00704D28"/>
    <w:rsid w:val="0070526E"/>
    <w:rsid w:val="007076EB"/>
    <w:rsid w:val="00714F4D"/>
    <w:rsid w:val="00715311"/>
    <w:rsid w:val="007160C9"/>
    <w:rsid w:val="00723920"/>
    <w:rsid w:val="00724657"/>
    <w:rsid w:val="007247AC"/>
    <w:rsid w:val="007255A9"/>
    <w:rsid w:val="00727D2E"/>
    <w:rsid w:val="0073380E"/>
    <w:rsid w:val="0073503E"/>
    <w:rsid w:val="00743023"/>
    <w:rsid w:val="0074446A"/>
    <w:rsid w:val="007518F0"/>
    <w:rsid w:val="00752881"/>
    <w:rsid w:val="00753016"/>
    <w:rsid w:val="007557D2"/>
    <w:rsid w:val="0076000B"/>
    <w:rsid w:val="0076022D"/>
    <w:rsid w:val="0076073D"/>
    <w:rsid w:val="00763AC5"/>
    <w:rsid w:val="00770A49"/>
    <w:rsid w:val="00771E52"/>
    <w:rsid w:val="00773F18"/>
    <w:rsid w:val="00780619"/>
    <w:rsid w:val="00781F63"/>
    <w:rsid w:val="00786BC8"/>
    <w:rsid w:val="00794B15"/>
    <w:rsid w:val="007950E5"/>
    <w:rsid w:val="007A15B6"/>
    <w:rsid w:val="007A30C3"/>
    <w:rsid w:val="007A369B"/>
    <w:rsid w:val="007A3EB4"/>
    <w:rsid w:val="007A40CB"/>
    <w:rsid w:val="007A5032"/>
    <w:rsid w:val="007B03C8"/>
    <w:rsid w:val="007B3243"/>
    <w:rsid w:val="007B525C"/>
    <w:rsid w:val="007B5A0C"/>
    <w:rsid w:val="007C2336"/>
    <w:rsid w:val="007C463D"/>
    <w:rsid w:val="007D2869"/>
    <w:rsid w:val="007D36EA"/>
    <w:rsid w:val="007D5221"/>
    <w:rsid w:val="007E61AD"/>
    <w:rsid w:val="007E7857"/>
    <w:rsid w:val="007F0574"/>
    <w:rsid w:val="007F4219"/>
    <w:rsid w:val="007F61F5"/>
    <w:rsid w:val="007F651A"/>
    <w:rsid w:val="00805D9E"/>
    <w:rsid w:val="008065B9"/>
    <w:rsid w:val="00814665"/>
    <w:rsid w:val="00815F9E"/>
    <w:rsid w:val="0082494D"/>
    <w:rsid w:val="00824976"/>
    <w:rsid w:val="0082645C"/>
    <w:rsid w:val="00826920"/>
    <w:rsid w:val="00827E84"/>
    <w:rsid w:val="00831343"/>
    <w:rsid w:val="00832C0A"/>
    <w:rsid w:val="0083427C"/>
    <w:rsid w:val="008379D2"/>
    <w:rsid w:val="0084129A"/>
    <w:rsid w:val="00843616"/>
    <w:rsid w:val="008438C8"/>
    <w:rsid w:val="00844B16"/>
    <w:rsid w:val="00845AB1"/>
    <w:rsid w:val="00846FB4"/>
    <w:rsid w:val="0084752A"/>
    <w:rsid w:val="0086080F"/>
    <w:rsid w:val="008630B5"/>
    <w:rsid w:val="00865639"/>
    <w:rsid w:val="00867B8E"/>
    <w:rsid w:val="00871B14"/>
    <w:rsid w:val="008747C0"/>
    <w:rsid w:val="00877401"/>
    <w:rsid w:val="00877606"/>
    <w:rsid w:val="008807CB"/>
    <w:rsid w:val="00880A15"/>
    <w:rsid w:val="0088206C"/>
    <w:rsid w:val="00884C0F"/>
    <w:rsid w:val="008851DC"/>
    <w:rsid w:val="00891A71"/>
    <w:rsid w:val="00891FD4"/>
    <w:rsid w:val="008954B5"/>
    <w:rsid w:val="00895F58"/>
    <w:rsid w:val="00896280"/>
    <w:rsid w:val="00897B68"/>
    <w:rsid w:val="008A29B0"/>
    <w:rsid w:val="008A599E"/>
    <w:rsid w:val="008A6362"/>
    <w:rsid w:val="008A643A"/>
    <w:rsid w:val="008A7C87"/>
    <w:rsid w:val="008B153E"/>
    <w:rsid w:val="008B1C80"/>
    <w:rsid w:val="008B42C3"/>
    <w:rsid w:val="008C3A03"/>
    <w:rsid w:val="008C6D1B"/>
    <w:rsid w:val="008D0405"/>
    <w:rsid w:val="008D0889"/>
    <w:rsid w:val="008D347C"/>
    <w:rsid w:val="008D6A6F"/>
    <w:rsid w:val="008E174D"/>
    <w:rsid w:val="008E1AFF"/>
    <w:rsid w:val="008E26EC"/>
    <w:rsid w:val="008E79AF"/>
    <w:rsid w:val="008E7B73"/>
    <w:rsid w:val="008F03FA"/>
    <w:rsid w:val="008F056C"/>
    <w:rsid w:val="008F0D5D"/>
    <w:rsid w:val="008F6F01"/>
    <w:rsid w:val="008F72F4"/>
    <w:rsid w:val="008F7960"/>
    <w:rsid w:val="0090014D"/>
    <w:rsid w:val="009007A7"/>
    <w:rsid w:val="00900FEF"/>
    <w:rsid w:val="00901191"/>
    <w:rsid w:val="00904E53"/>
    <w:rsid w:val="009077C4"/>
    <w:rsid w:val="009110D4"/>
    <w:rsid w:val="00913158"/>
    <w:rsid w:val="00915F8C"/>
    <w:rsid w:val="0091707D"/>
    <w:rsid w:val="00925C39"/>
    <w:rsid w:val="00935351"/>
    <w:rsid w:val="00942923"/>
    <w:rsid w:val="00944CB5"/>
    <w:rsid w:val="00946AFF"/>
    <w:rsid w:val="00950B54"/>
    <w:rsid w:val="00954C9C"/>
    <w:rsid w:val="0095579F"/>
    <w:rsid w:val="00956315"/>
    <w:rsid w:val="00960E49"/>
    <w:rsid w:val="00962337"/>
    <w:rsid w:val="0096344A"/>
    <w:rsid w:val="00964F13"/>
    <w:rsid w:val="00966D26"/>
    <w:rsid w:val="009673BC"/>
    <w:rsid w:val="0097015A"/>
    <w:rsid w:val="00971196"/>
    <w:rsid w:val="00974A63"/>
    <w:rsid w:val="00977C30"/>
    <w:rsid w:val="00977CEA"/>
    <w:rsid w:val="009801C4"/>
    <w:rsid w:val="00983E7B"/>
    <w:rsid w:val="009873B2"/>
    <w:rsid w:val="0098752E"/>
    <w:rsid w:val="00991530"/>
    <w:rsid w:val="00991D7F"/>
    <w:rsid w:val="00993C34"/>
    <w:rsid w:val="009948DE"/>
    <w:rsid w:val="0099574E"/>
    <w:rsid w:val="009963B0"/>
    <w:rsid w:val="00997227"/>
    <w:rsid w:val="009A45A4"/>
    <w:rsid w:val="009A498E"/>
    <w:rsid w:val="009B1293"/>
    <w:rsid w:val="009B3856"/>
    <w:rsid w:val="009B4964"/>
    <w:rsid w:val="009B7127"/>
    <w:rsid w:val="009C2D7B"/>
    <w:rsid w:val="009C43C3"/>
    <w:rsid w:val="009E39A9"/>
    <w:rsid w:val="009E5BE6"/>
    <w:rsid w:val="009F4393"/>
    <w:rsid w:val="009F4EBF"/>
    <w:rsid w:val="009F7700"/>
    <w:rsid w:val="00A0358E"/>
    <w:rsid w:val="00A03D0D"/>
    <w:rsid w:val="00A05BFF"/>
    <w:rsid w:val="00A1478B"/>
    <w:rsid w:val="00A17D34"/>
    <w:rsid w:val="00A2079D"/>
    <w:rsid w:val="00A310A3"/>
    <w:rsid w:val="00A32541"/>
    <w:rsid w:val="00A33265"/>
    <w:rsid w:val="00A35214"/>
    <w:rsid w:val="00A35578"/>
    <w:rsid w:val="00A44360"/>
    <w:rsid w:val="00A504D1"/>
    <w:rsid w:val="00A5154C"/>
    <w:rsid w:val="00A54894"/>
    <w:rsid w:val="00A54C31"/>
    <w:rsid w:val="00A557E3"/>
    <w:rsid w:val="00A56961"/>
    <w:rsid w:val="00A57232"/>
    <w:rsid w:val="00A57F91"/>
    <w:rsid w:val="00A60184"/>
    <w:rsid w:val="00A60962"/>
    <w:rsid w:val="00A67655"/>
    <w:rsid w:val="00A70BCC"/>
    <w:rsid w:val="00A76ABA"/>
    <w:rsid w:val="00A77C51"/>
    <w:rsid w:val="00A80BD1"/>
    <w:rsid w:val="00A837C9"/>
    <w:rsid w:val="00A84E6F"/>
    <w:rsid w:val="00A91815"/>
    <w:rsid w:val="00A933E2"/>
    <w:rsid w:val="00A93BDD"/>
    <w:rsid w:val="00A96A12"/>
    <w:rsid w:val="00A96C92"/>
    <w:rsid w:val="00AA1262"/>
    <w:rsid w:val="00AA410B"/>
    <w:rsid w:val="00AA6DB2"/>
    <w:rsid w:val="00AA7633"/>
    <w:rsid w:val="00AB3DF7"/>
    <w:rsid w:val="00AB431A"/>
    <w:rsid w:val="00AB49DC"/>
    <w:rsid w:val="00AB4B20"/>
    <w:rsid w:val="00AC08C3"/>
    <w:rsid w:val="00AC1173"/>
    <w:rsid w:val="00AC24C9"/>
    <w:rsid w:val="00AC4CF6"/>
    <w:rsid w:val="00AC7EB3"/>
    <w:rsid w:val="00AD2310"/>
    <w:rsid w:val="00AD38B3"/>
    <w:rsid w:val="00AD3A4C"/>
    <w:rsid w:val="00AD430E"/>
    <w:rsid w:val="00AD71AC"/>
    <w:rsid w:val="00AE33C1"/>
    <w:rsid w:val="00AE6560"/>
    <w:rsid w:val="00AF0FAE"/>
    <w:rsid w:val="00AF113E"/>
    <w:rsid w:val="00AF3A42"/>
    <w:rsid w:val="00AF3FB3"/>
    <w:rsid w:val="00AF566F"/>
    <w:rsid w:val="00AF7209"/>
    <w:rsid w:val="00B032FD"/>
    <w:rsid w:val="00B05DA9"/>
    <w:rsid w:val="00B05ED4"/>
    <w:rsid w:val="00B061D9"/>
    <w:rsid w:val="00B0704A"/>
    <w:rsid w:val="00B110D3"/>
    <w:rsid w:val="00B1211E"/>
    <w:rsid w:val="00B1259C"/>
    <w:rsid w:val="00B13DEA"/>
    <w:rsid w:val="00B14150"/>
    <w:rsid w:val="00B14FEB"/>
    <w:rsid w:val="00B15024"/>
    <w:rsid w:val="00B16278"/>
    <w:rsid w:val="00B1649A"/>
    <w:rsid w:val="00B1744F"/>
    <w:rsid w:val="00B20C82"/>
    <w:rsid w:val="00B21829"/>
    <w:rsid w:val="00B25DBF"/>
    <w:rsid w:val="00B26770"/>
    <w:rsid w:val="00B267C4"/>
    <w:rsid w:val="00B26B10"/>
    <w:rsid w:val="00B31E4B"/>
    <w:rsid w:val="00B33867"/>
    <w:rsid w:val="00B40853"/>
    <w:rsid w:val="00B43D36"/>
    <w:rsid w:val="00B462AC"/>
    <w:rsid w:val="00B46D28"/>
    <w:rsid w:val="00B47D57"/>
    <w:rsid w:val="00B52BAE"/>
    <w:rsid w:val="00B54073"/>
    <w:rsid w:val="00B6227A"/>
    <w:rsid w:val="00B62F61"/>
    <w:rsid w:val="00B63B5D"/>
    <w:rsid w:val="00B6497E"/>
    <w:rsid w:val="00B6523F"/>
    <w:rsid w:val="00B65ED9"/>
    <w:rsid w:val="00B67A29"/>
    <w:rsid w:val="00B7176E"/>
    <w:rsid w:val="00B73F1B"/>
    <w:rsid w:val="00B7558A"/>
    <w:rsid w:val="00B802A4"/>
    <w:rsid w:val="00B80F07"/>
    <w:rsid w:val="00B82013"/>
    <w:rsid w:val="00B910A5"/>
    <w:rsid w:val="00B93D8C"/>
    <w:rsid w:val="00B953C6"/>
    <w:rsid w:val="00BA084B"/>
    <w:rsid w:val="00BA76BD"/>
    <w:rsid w:val="00BB6E77"/>
    <w:rsid w:val="00BC1ED7"/>
    <w:rsid w:val="00BC362B"/>
    <w:rsid w:val="00BC3666"/>
    <w:rsid w:val="00BC5CBE"/>
    <w:rsid w:val="00BC73FD"/>
    <w:rsid w:val="00BD1077"/>
    <w:rsid w:val="00BD1F3B"/>
    <w:rsid w:val="00BD3E53"/>
    <w:rsid w:val="00BD4230"/>
    <w:rsid w:val="00BD6A10"/>
    <w:rsid w:val="00BE0B19"/>
    <w:rsid w:val="00BE173D"/>
    <w:rsid w:val="00BF0568"/>
    <w:rsid w:val="00BF2389"/>
    <w:rsid w:val="00C04CED"/>
    <w:rsid w:val="00C069CF"/>
    <w:rsid w:val="00C06CD3"/>
    <w:rsid w:val="00C1138A"/>
    <w:rsid w:val="00C11E16"/>
    <w:rsid w:val="00C13077"/>
    <w:rsid w:val="00C20D2A"/>
    <w:rsid w:val="00C231E4"/>
    <w:rsid w:val="00C30F17"/>
    <w:rsid w:val="00C33CA7"/>
    <w:rsid w:val="00C35359"/>
    <w:rsid w:val="00C37454"/>
    <w:rsid w:val="00C41CBF"/>
    <w:rsid w:val="00C42015"/>
    <w:rsid w:val="00C447B6"/>
    <w:rsid w:val="00C459A6"/>
    <w:rsid w:val="00C61D70"/>
    <w:rsid w:val="00C628B4"/>
    <w:rsid w:val="00C6434C"/>
    <w:rsid w:val="00C67233"/>
    <w:rsid w:val="00C676DD"/>
    <w:rsid w:val="00C70D1F"/>
    <w:rsid w:val="00C72900"/>
    <w:rsid w:val="00C75DE1"/>
    <w:rsid w:val="00C76EE5"/>
    <w:rsid w:val="00C8151A"/>
    <w:rsid w:val="00C817E6"/>
    <w:rsid w:val="00C81B76"/>
    <w:rsid w:val="00C823AC"/>
    <w:rsid w:val="00C86148"/>
    <w:rsid w:val="00C86AE4"/>
    <w:rsid w:val="00C8770E"/>
    <w:rsid w:val="00C92003"/>
    <w:rsid w:val="00C9200D"/>
    <w:rsid w:val="00C93254"/>
    <w:rsid w:val="00CA07C4"/>
    <w:rsid w:val="00CA4E6C"/>
    <w:rsid w:val="00CA770C"/>
    <w:rsid w:val="00CA7BBC"/>
    <w:rsid w:val="00CB0D57"/>
    <w:rsid w:val="00CB30EC"/>
    <w:rsid w:val="00CB3108"/>
    <w:rsid w:val="00CB3E00"/>
    <w:rsid w:val="00CB4734"/>
    <w:rsid w:val="00CC127D"/>
    <w:rsid w:val="00CC1868"/>
    <w:rsid w:val="00CC1D46"/>
    <w:rsid w:val="00CC55BB"/>
    <w:rsid w:val="00CC7865"/>
    <w:rsid w:val="00CD14AA"/>
    <w:rsid w:val="00CD444D"/>
    <w:rsid w:val="00CD558A"/>
    <w:rsid w:val="00CE068D"/>
    <w:rsid w:val="00CE1199"/>
    <w:rsid w:val="00CE59A4"/>
    <w:rsid w:val="00CF20DC"/>
    <w:rsid w:val="00CF3D31"/>
    <w:rsid w:val="00CF7950"/>
    <w:rsid w:val="00CF7CDA"/>
    <w:rsid w:val="00D01555"/>
    <w:rsid w:val="00D03B5B"/>
    <w:rsid w:val="00D1089E"/>
    <w:rsid w:val="00D10F0E"/>
    <w:rsid w:val="00D11A95"/>
    <w:rsid w:val="00D11E99"/>
    <w:rsid w:val="00D13963"/>
    <w:rsid w:val="00D13D4C"/>
    <w:rsid w:val="00D14535"/>
    <w:rsid w:val="00D148C7"/>
    <w:rsid w:val="00D14A92"/>
    <w:rsid w:val="00D1659F"/>
    <w:rsid w:val="00D16832"/>
    <w:rsid w:val="00D16D97"/>
    <w:rsid w:val="00D207C9"/>
    <w:rsid w:val="00D217F9"/>
    <w:rsid w:val="00D24D21"/>
    <w:rsid w:val="00D25903"/>
    <w:rsid w:val="00D306D6"/>
    <w:rsid w:val="00D30735"/>
    <w:rsid w:val="00D31550"/>
    <w:rsid w:val="00D31CC6"/>
    <w:rsid w:val="00D35BAA"/>
    <w:rsid w:val="00D411A2"/>
    <w:rsid w:val="00D41CD4"/>
    <w:rsid w:val="00D430C5"/>
    <w:rsid w:val="00D46675"/>
    <w:rsid w:val="00D4762E"/>
    <w:rsid w:val="00D51779"/>
    <w:rsid w:val="00D52549"/>
    <w:rsid w:val="00D53054"/>
    <w:rsid w:val="00D54261"/>
    <w:rsid w:val="00D54B25"/>
    <w:rsid w:val="00D556E6"/>
    <w:rsid w:val="00D5586A"/>
    <w:rsid w:val="00D56911"/>
    <w:rsid w:val="00D61AA3"/>
    <w:rsid w:val="00D66855"/>
    <w:rsid w:val="00D66C23"/>
    <w:rsid w:val="00D7003D"/>
    <w:rsid w:val="00D70697"/>
    <w:rsid w:val="00D710AD"/>
    <w:rsid w:val="00D71FD2"/>
    <w:rsid w:val="00D72109"/>
    <w:rsid w:val="00D724AC"/>
    <w:rsid w:val="00D7339F"/>
    <w:rsid w:val="00D74A85"/>
    <w:rsid w:val="00D83C42"/>
    <w:rsid w:val="00D8547D"/>
    <w:rsid w:val="00D9622B"/>
    <w:rsid w:val="00D972F2"/>
    <w:rsid w:val="00DA48A4"/>
    <w:rsid w:val="00DA5162"/>
    <w:rsid w:val="00DA64B5"/>
    <w:rsid w:val="00DA65C6"/>
    <w:rsid w:val="00DB10A4"/>
    <w:rsid w:val="00DB4B1B"/>
    <w:rsid w:val="00DB54F6"/>
    <w:rsid w:val="00DB73E6"/>
    <w:rsid w:val="00DC31AA"/>
    <w:rsid w:val="00DC5D5F"/>
    <w:rsid w:val="00DD1714"/>
    <w:rsid w:val="00DD2D89"/>
    <w:rsid w:val="00DD3B0D"/>
    <w:rsid w:val="00DD445E"/>
    <w:rsid w:val="00DD4C6A"/>
    <w:rsid w:val="00DD6F11"/>
    <w:rsid w:val="00DD7C60"/>
    <w:rsid w:val="00DE23EB"/>
    <w:rsid w:val="00DE6075"/>
    <w:rsid w:val="00DE7E22"/>
    <w:rsid w:val="00DF4BC0"/>
    <w:rsid w:val="00DF787F"/>
    <w:rsid w:val="00E0135A"/>
    <w:rsid w:val="00E02624"/>
    <w:rsid w:val="00E03B51"/>
    <w:rsid w:val="00E04AE6"/>
    <w:rsid w:val="00E05D0A"/>
    <w:rsid w:val="00E1224C"/>
    <w:rsid w:val="00E130F6"/>
    <w:rsid w:val="00E218A0"/>
    <w:rsid w:val="00E224B0"/>
    <w:rsid w:val="00E227FA"/>
    <w:rsid w:val="00E242CC"/>
    <w:rsid w:val="00E26383"/>
    <w:rsid w:val="00E26E1C"/>
    <w:rsid w:val="00E27018"/>
    <w:rsid w:val="00E35B30"/>
    <w:rsid w:val="00E3633A"/>
    <w:rsid w:val="00E407F5"/>
    <w:rsid w:val="00E40F84"/>
    <w:rsid w:val="00E437A0"/>
    <w:rsid w:val="00E45C1D"/>
    <w:rsid w:val="00E4642D"/>
    <w:rsid w:val="00E46CC7"/>
    <w:rsid w:val="00E526EA"/>
    <w:rsid w:val="00E531D9"/>
    <w:rsid w:val="00E53AAA"/>
    <w:rsid w:val="00E54754"/>
    <w:rsid w:val="00E55B94"/>
    <w:rsid w:val="00E6023A"/>
    <w:rsid w:val="00E608A3"/>
    <w:rsid w:val="00E62F0E"/>
    <w:rsid w:val="00E63F89"/>
    <w:rsid w:val="00E668EA"/>
    <w:rsid w:val="00E7072E"/>
    <w:rsid w:val="00E72C72"/>
    <w:rsid w:val="00E74A42"/>
    <w:rsid w:val="00E7798E"/>
    <w:rsid w:val="00E868D9"/>
    <w:rsid w:val="00E90137"/>
    <w:rsid w:val="00E9665E"/>
    <w:rsid w:val="00EA0C2C"/>
    <w:rsid w:val="00EA3144"/>
    <w:rsid w:val="00EA343D"/>
    <w:rsid w:val="00EA38CA"/>
    <w:rsid w:val="00EA6387"/>
    <w:rsid w:val="00EA78AB"/>
    <w:rsid w:val="00EB5901"/>
    <w:rsid w:val="00EB7372"/>
    <w:rsid w:val="00EB76A2"/>
    <w:rsid w:val="00EC1458"/>
    <w:rsid w:val="00EC1D46"/>
    <w:rsid w:val="00EC27BF"/>
    <w:rsid w:val="00EC2CBA"/>
    <w:rsid w:val="00EC5033"/>
    <w:rsid w:val="00EC52CC"/>
    <w:rsid w:val="00EC6EF9"/>
    <w:rsid w:val="00EC7BA9"/>
    <w:rsid w:val="00ED02B7"/>
    <w:rsid w:val="00ED19A4"/>
    <w:rsid w:val="00ED240D"/>
    <w:rsid w:val="00ED2896"/>
    <w:rsid w:val="00ED3703"/>
    <w:rsid w:val="00ED5992"/>
    <w:rsid w:val="00EE1B58"/>
    <w:rsid w:val="00EE2168"/>
    <w:rsid w:val="00EE4619"/>
    <w:rsid w:val="00EE5535"/>
    <w:rsid w:val="00EF1409"/>
    <w:rsid w:val="00EF2B23"/>
    <w:rsid w:val="00EF3BED"/>
    <w:rsid w:val="00EF41BA"/>
    <w:rsid w:val="00EF4B53"/>
    <w:rsid w:val="00EF5766"/>
    <w:rsid w:val="00EF6CD2"/>
    <w:rsid w:val="00F0004F"/>
    <w:rsid w:val="00F03AB3"/>
    <w:rsid w:val="00F0600B"/>
    <w:rsid w:val="00F0623A"/>
    <w:rsid w:val="00F115A3"/>
    <w:rsid w:val="00F1340E"/>
    <w:rsid w:val="00F13EB1"/>
    <w:rsid w:val="00F15011"/>
    <w:rsid w:val="00F152DF"/>
    <w:rsid w:val="00F17496"/>
    <w:rsid w:val="00F17E4D"/>
    <w:rsid w:val="00F241B4"/>
    <w:rsid w:val="00F26FD3"/>
    <w:rsid w:val="00F276F8"/>
    <w:rsid w:val="00F32C2B"/>
    <w:rsid w:val="00F3489C"/>
    <w:rsid w:val="00F3689E"/>
    <w:rsid w:val="00F370F3"/>
    <w:rsid w:val="00F40B41"/>
    <w:rsid w:val="00F43BE2"/>
    <w:rsid w:val="00F44637"/>
    <w:rsid w:val="00F50617"/>
    <w:rsid w:val="00F51652"/>
    <w:rsid w:val="00F55E85"/>
    <w:rsid w:val="00F56B26"/>
    <w:rsid w:val="00F62502"/>
    <w:rsid w:val="00F62507"/>
    <w:rsid w:val="00F625CA"/>
    <w:rsid w:val="00F635CA"/>
    <w:rsid w:val="00F6735D"/>
    <w:rsid w:val="00F70FFA"/>
    <w:rsid w:val="00F72025"/>
    <w:rsid w:val="00F75B1A"/>
    <w:rsid w:val="00F771C3"/>
    <w:rsid w:val="00F83417"/>
    <w:rsid w:val="00F83570"/>
    <w:rsid w:val="00F835FC"/>
    <w:rsid w:val="00F839EF"/>
    <w:rsid w:val="00F854CF"/>
    <w:rsid w:val="00F85B95"/>
    <w:rsid w:val="00F93152"/>
    <w:rsid w:val="00F95D7A"/>
    <w:rsid w:val="00F96608"/>
    <w:rsid w:val="00FA3994"/>
    <w:rsid w:val="00FA63A6"/>
    <w:rsid w:val="00FB00B8"/>
    <w:rsid w:val="00FB036B"/>
    <w:rsid w:val="00FB2BD8"/>
    <w:rsid w:val="00FB4D96"/>
    <w:rsid w:val="00FB591F"/>
    <w:rsid w:val="00FB7357"/>
    <w:rsid w:val="00FC1160"/>
    <w:rsid w:val="00FC36A2"/>
    <w:rsid w:val="00FC7D3D"/>
    <w:rsid w:val="00FD0047"/>
    <w:rsid w:val="00FD4A60"/>
    <w:rsid w:val="00FE0515"/>
    <w:rsid w:val="00FE0A2E"/>
    <w:rsid w:val="00FE0B84"/>
    <w:rsid w:val="00FE1971"/>
    <w:rsid w:val="00FE28AB"/>
    <w:rsid w:val="00FE350D"/>
    <w:rsid w:val="00FE3D3B"/>
    <w:rsid w:val="00FE4F7D"/>
    <w:rsid w:val="00FE54EB"/>
    <w:rsid w:val="00FE5724"/>
    <w:rsid w:val="00FE5930"/>
    <w:rsid w:val="00FE64CC"/>
    <w:rsid w:val="00FE69C7"/>
    <w:rsid w:val="00FF502F"/>
    <w:rsid w:val="00FF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54233E"/>
  <w15:docId w15:val="{181999F4-85E1-43FE-AF81-108635A65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color w:val="000000" w:themeColor="text1"/>
        <w:szCs w:val="16"/>
        <w:lang w:val="nl-B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15011"/>
  </w:style>
  <w:style w:type="paragraph" w:styleId="Kop1">
    <w:name w:val="heading 1"/>
    <w:basedOn w:val="Standaard"/>
    <w:next w:val="Standaard"/>
    <w:link w:val="Kop1Char"/>
    <w:qFormat/>
    <w:rsid w:val="00C37454"/>
    <w:pPr>
      <w:keepNext/>
      <w:keepLines/>
      <w:spacing w:before="320"/>
      <w:outlineLvl w:val="0"/>
    </w:pPr>
    <w:rPr>
      <w:rFonts w:eastAsiaTheme="majorEastAsia" w:cstheme="majorBidi"/>
      <w:b/>
      <w:bCs/>
      <w:color w:val="FFFFFF" w:themeColor="background1"/>
      <w:sz w:val="24"/>
      <w:szCs w:val="28"/>
    </w:rPr>
  </w:style>
  <w:style w:type="paragraph" w:styleId="Kop2">
    <w:name w:val="heading 2"/>
    <w:basedOn w:val="Standaard"/>
    <w:next w:val="Standaard"/>
    <w:link w:val="Kop2Char"/>
    <w:unhideWhenUsed/>
    <w:qFormat/>
    <w:rsid w:val="00845AB1"/>
    <w:pPr>
      <w:keepNext/>
      <w:keepLines/>
      <w:spacing w:before="200"/>
      <w:outlineLvl w:val="1"/>
    </w:pPr>
    <w:rPr>
      <w:rFonts w:eastAsiaTheme="majorEastAsia" w:cstheme="majorBidi"/>
      <w:b/>
      <w:bCs/>
      <w:color w:val="auto"/>
      <w:sz w:val="24"/>
      <w:szCs w:val="26"/>
    </w:rPr>
  </w:style>
  <w:style w:type="paragraph" w:styleId="Kop3">
    <w:name w:val="heading 3"/>
    <w:basedOn w:val="Standaard"/>
    <w:next w:val="Standaard"/>
    <w:link w:val="Kop3Char"/>
    <w:qFormat/>
    <w:rsid w:val="003816C8"/>
    <w:pPr>
      <w:keepNext/>
      <w:outlineLvl w:val="2"/>
    </w:pPr>
    <w:rPr>
      <w:rFonts w:eastAsia="Times New Roman" w:cs="Times New Roman"/>
      <w:b/>
      <w:sz w:val="24"/>
      <w:szCs w:val="20"/>
      <w:lang w:val="nl-NL" w:eastAsia="nl-NL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D72109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1E589A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C37454"/>
    <w:rPr>
      <w:rFonts w:eastAsiaTheme="majorEastAsia" w:cstheme="majorBidi"/>
      <w:b/>
      <w:bCs/>
      <w:color w:val="FFFFFF" w:themeColor="background1"/>
      <w:sz w:val="24"/>
      <w:szCs w:val="28"/>
    </w:rPr>
  </w:style>
  <w:style w:type="character" w:customStyle="1" w:styleId="Kop2Char">
    <w:name w:val="Kop 2 Char"/>
    <w:basedOn w:val="Standaardalinea-lettertype"/>
    <w:link w:val="Kop2"/>
    <w:rsid w:val="00845AB1"/>
    <w:rPr>
      <w:rFonts w:eastAsiaTheme="majorEastAsia" w:cstheme="majorBidi"/>
      <w:b/>
      <w:bCs/>
      <w:color w:val="auto"/>
      <w:sz w:val="24"/>
      <w:szCs w:val="26"/>
    </w:rPr>
  </w:style>
  <w:style w:type="character" w:customStyle="1" w:styleId="Kop3Char">
    <w:name w:val="Kop 3 Char"/>
    <w:basedOn w:val="Standaardalinea-lettertype"/>
    <w:link w:val="Kop3"/>
    <w:rsid w:val="003816C8"/>
    <w:rPr>
      <w:rFonts w:eastAsia="Times New Roman" w:cs="Times New Roman"/>
      <w:b/>
      <w:sz w:val="24"/>
      <w:szCs w:val="20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D72109"/>
    <w:rPr>
      <w:rFonts w:eastAsiaTheme="majorEastAsia" w:cstheme="majorBidi"/>
      <w:b/>
      <w:bCs/>
      <w:i/>
      <w:iCs/>
      <w:color w:val="365F9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rsid w:val="001E589A"/>
    <w:rPr>
      <w:rFonts w:eastAsiaTheme="majorEastAsia" w:cstheme="majorBidi"/>
      <w:color w:val="243F60" w:themeColor="accent1" w:themeShade="7F"/>
    </w:rPr>
  </w:style>
  <w:style w:type="character" w:styleId="Hyperlink">
    <w:name w:val="Hyperlink"/>
    <w:basedOn w:val="Standaardalinea-lettertype"/>
    <w:uiPriority w:val="99"/>
    <w:unhideWhenUsed/>
    <w:qFormat/>
    <w:rsid w:val="00997227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nhideWhenUsed/>
    <w:rsid w:val="008E174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E174D"/>
  </w:style>
  <w:style w:type="paragraph" w:styleId="Voettekst">
    <w:name w:val="footer"/>
    <w:basedOn w:val="Standaard"/>
    <w:link w:val="VoettekstChar"/>
    <w:unhideWhenUsed/>
    <w:rsid w:val="008E174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E174D"/>
  </w:style>
  <w:style w:type="character" w:styleId="Paginanummer">
    <w:name w:val="page number"/>
    <w:basedOn w:val="Standaardalinea-lettertype"/>
    <w:rsid w:val="008E174D"/>
  </w:style>
  <w:style w:type="paragraph" w:styleId="Ballontekst">
    <w:name w:val="Balloon Text"/>
    <w:basedOn w:val="Standaard"/>
    <w:link w:val="BallontekstChar"/>
    <w:semiHidden/>
    <w:unhideWhenUsed/>
    <w:rsid w:val="008E174D"/>
    <w:rPr>
      <w:rFonts w:ascii="Tahoma" w:hAnsi="Tahoma" w:cs="Tahoma"/>
      <w:sz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174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1211E"/>
    <w:pPr>
      <w:ind w:left="720"/>
      <w:contextualSpacing/>
    </w:pPr>
  </w:style>
  <w:style w:type="table" w:styleId="Tabelraster">
    <w:name w:val="Table Grid"/>
    <w:basedOn w:val="Standaardtabel"/>
    <w:uiPriority w:val="59"/>
    <w:rsid w:val="00B150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">
    <w:name w:val="Body Text"/>
    <w:basedOn w:val="Standaard"/>
    <w:link w:val="PlattetekstChar"/>
    <w:rsid w:val="00B7176E"/>
    <w:pPr>
      <w:spacing w:before="40" w:after="40"/>
    </w:pPr>
    <w:rPr>
      <w:rFonts w:ascii="Arial" w:eastAsia="Times New Roman" w:hAnsi="Arial" w:cs="Times New Roman"/>
      <w:i/>
      <w:sz w:val="18"/>
      <w:szCs w:val="20"/>
      <w:lang w:val="nl-NL" w:eastAsia="nl-NL"/>
    </w:rPr>
  </w:style>
  <w:style w:type="character" w:customStyle="1" w:styleId="PlattetekstChar">
    <w:name w:val="Platte tekst Char"/>
    <w:basedOn w:val="Standaardalinea-lettertype"/>
    <w:link w:val="Plattetekst"/>
    <w:rsid w:val="00B7176E"/>
    <w:rPr>
      <w:rFonts w:ascii="Arial" w:eastAsia="Times New Roman" w:hAnsi="Arial" w:cs="Times New Roman"/>
      <w:i/>
      <w:sz w:val="18"/>
      <w:szCs w:val="20"/>
      <w:lang w:val="nl-NL" w:eastAsia="nl-NL"/>
    </w:rPr>
  </w:style>
  <w:style w:type="paragraph" w:styleId="Lijstopsomteken2">
    <w:name w:val="List Bullet 2"/>
    <w:basedOn w:val="Standaard"/>
    <w:autoRedefine/>
    <w:rsid w:val="00143B76"/>
    <w:pPr>
      <w:numPr>
        <w:ilvl w:val="1"/>
        <w:numId w:val="1"/>
      </w:numPr>
      <w:outlineLvl w:val="1"/>
    </w:pPr>
    <w:rPr>
      <w:rFonts w:ascii="Lucida Sans Unicode" w:eastAsia="Times New Roman" w:hAnsi="Lucida Sans Unicode" w:cs="Times New Roman"/>
      <w:sz w:val="18"/>
      <w:szCs w:val="20"/>
      <w:lang w:val="nl-NL" w:eastAsia="nl-NL"/>
    </w:rPr>
  </w:style>
  <w:style w:type="character" w:styleId="Verwijzingopmerking">
    <w:name w:val="annotation reference"/>
    <w:rsid w:val="00143B76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143B76"/>
    <w:rPr>
      <w:rFonts w:ascii="Times New Roman" w:eastAsia="Times New Roman" w:hAnsi="Times New Roman" w:cs="Times New Roman"/>
      <w:szCs w:val="20"/>
      <w:lang w:val="nl-NL" w:eastAsia="nl-NL"/>
    </w:rPr>
  </w:style>
  <w:style w:type="character" w:customStyle="1" w:styleId="TekstopmerkingChar">
    <w:name w:val="Tekst opmerking Char"/>
    <w:basedOn w:val="Standaardalinea-lettertype"/>
    <w:link w:val="Tekstopmerking"/>
    <w:rsid w:val="00143B76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rsid w:val="00143B7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143B76"/>
    <w:rPr>
      <w:rFonts w:ascii="Times New Roman" w:eastAsia="Times New Roman" w:hAnsi="Times New Roman" w:cs="Times New Roman"/>
      <w:b/>
      <w:bCs/>
      <w:sz w:val="20"/>
      <w:szCs w:val="20"/>
      <w:lang w:val="nl-NL" w:eastAsia="nl-NL"/>
    </w:rPr>
  </w:style>
  <w:style w:type="paragraph" w:styleId="Titel">
    <w:name w:val="Title"/>
    <w:basedOn w:val="Standaard"/>
    <w:next w:val="Standaard"/>
    <w:link w:val="TitelChar"/>
    <w:qFormat/>
    <w:rsid w:val="00344002"/>
    <w:pPr>
      <w:framePr w:hSpace="142" w:wrap="around" w:vAnchor="text" w:hAnchor="text" w:x="-2" w:y="1"/>
      <w:suppressOverlap/>
    </w:pPr>
    <w:rPr>
      <w:b/>
      <w:sz w:val="40"/>
      <w:szCs w:val="40"/>
    </w:rPr>
  </w:style>
  <w:style w:type="character" w:customStyle="1" w:styleId="TitelChar">
    <w:name w:val="Titel Char"/>
    <w:basedOn w:val="Standaardalinea-lettertype"/>
    <w:link w:val="Titel"/>
    <w:rsid w:val="00344002"/>
    <w:rPr>
      <w:rFonts w:cs="Calibri"/>
      <w:b/>
      <w:color w:val="000000" w:themeColor="text1"/>
      <w:sz w:val="40"/>
      <w:szCs w:val="40"/>
    </w:rPr>
  </w:style>
  <w:style w:type="paragraph" w:styleId="Ondertitel">
    <w:name w:val="Subtitle"/>
    <w:basedOn w:val="Standaard"/>
    <w:next w:val="Standaard"/>
    <w:link w:val="OndertitelChar"/>
    <w:qFormat/>
    <w:rsid w:val="00D72109"/>
    <w:pPr>
      <w:numPr>
        <w:ilvl w:val="1"/>
      </w:numPr>
    </w:pPr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rsid w:val="00D72109"/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paragraph" w:styleId="Geenafstand">
    <w:name w:val="No Spacing"/>
    <w:uiPriority w:val="1"/>
    <w:qFormat/>
    <w:rsid w:val="00D72109"/>
  </w:style>
  <w:style w:type="paragraph" w:customStyle="1" w:styleId="lijn">
    <w:name w:val="lijn"/>
    <w:basedOn w:val="Standaard"/>
    <w:qFormat/>
    <w:rsid w:val="0096344A"/>
    <w:pPr>
      <w:pBdr>
        <w:bottom w:val="single" w:sz="4" w:space="1" w:color="807500"/>
      </w:pBdr>
      <w:tabs>
        <w:tab w:val="right" w:leader="underscore" w:pos="9923"/>
      </w:tabs>
    </w:pPr>
    <w:rPr>
      <w:color w:val="auto"/>
    </w:rPr>
  </w:style>
  <w:style w:type="paragraph" w:customStyle="1" w:styleId="rechts">
    <w:name w:val="rechts"/>
    <w:basedOn w:val="Standaard"/>
    <w:link w:val="rechtsChar"/>
    <w:qFormat/>
    <w:rsid w:val="009B1293"/>
    <w:pPr>
      <w:jc w:val="right"/>
    </w:pPr>
  </w:style>
  <w:style w:type="character" w:customStyle="1" w:styleId="rechtsChar">
    <w:name w:val="rechts Char"/>
    <w:basedOn w:val="Standaardalinea-lettertype"/>
    <w:link w:val="rechts"/>
    <w:rsid w:val="009B1293"/>
    <w:rPr>
      <w:color w:val="000000" w:themeColor="text1"/>
    </w:rPr>
  </w:style>
  <w:style w:type="character" w:styleId="Zwaar">
    <w:name w:val="Strong"/>
    <w:basedOn w:val="Standaardalinea-lettertype"/>
    <w:uiPriority w:val="22"/>
    <w:qFormat/>
    <w:rsid w:val="00506277"/>
    <w:rPr>
      <w:b/>
      <w:bCs/>
    </w:rPr>
  </w:style>
  <w:style w:type="character" w:styleId="Nadruk">
    <w:name w:val="Emphasis"/>
    <w:basedOn w:val="Standaardalinea-lettertype"/>
    <w:uiPriority w:val="20"/>
    <w:qFormat/>
    <w:rsid w:val="00F96608"/>
    <w:rPr>
      <w:i/>
      <w:iCs/>
    </w:rPr>
  </w:style>
  <w:style w:type="paragraph" w:customStyle="1" w:styleId="stippellijn">
    <w:name w:val="stippellijn"/>
    <w:basedOn w:val="Standaard"/>
    <w:qFormat/>
    <w:rsid w:val="00DD1714"/>
    <w:pPr>
      <w:framePr w:hSpace="142" w:wrap="around" w:vAnchor="text" w:hAnchor="text" w:x="55" w:y="1"/>
      <w:pBdr>
        <w:bottom w:val="dashed" w:sz="2" w:space="0" w:color="auto"/>
      </w:pBdr>
      <w:suppressOverlap/>
    </w:pPr>
  </w:style>
  <w:style w:type="paragraph" w:customStyle="1" w:styleId="voorgedrukt">
    <w:name w:val="voorgedrukt"/>
    <w:basedOn w:val="Standaard"/>
    <w:qFormat/>
    <w:rsid w:val="005247C1"/>
    <w:pPr>
      <w:spacing w:before="40"/>
    </w:pPr>
    <w:rPr>
      <w:rFonts w:ascii="Courier New" w:hAnsi="Courier New" w:cs="Courier New"/>
      <w:szCs w:val="20"/>
    </w:rPr>
  </w:style>
  <w:style w:type="paragraph" w:customStyle="1" w:styleId="kolomhoofd">
    <w:name w:val="kolomhoofd"/>
    <w:basedOn w:val="Kop3"/>
    <w:uiPriority w:val="1"/>
    <w:qFormat/>
    <w:rsid w:val="00595055"/>
    <w:pPr>
      <w:framePr w:wrap="auto" w:hAnchor="text" w:x="55"/>
      <w:pBdr>
        <w:top w:val="single" w:sz="12" w:space="0" w:color="7F7F7F" w:themeColor="text1" w:themeTint="80"/>
        <w:bottom w:val="single" w:sz="12" w:space="2" w:color="7F7F7F" w:themeColor="text1" w:themeTint="80"/>
      </w:pBdr>
    </w:pPr>
    <w:rPr>
      <w:sz w:val="20"/>
    </w:rPr>
  </w:style>
  <w:style w:type="paragraph" w:customStyle="1" w:styleId="kolomhoofd2">
    <w:name w:val="kolomhoofd 2"/>
    <w:basedOn w:val="kolomhoofd"/>
    <w:qFormat/>
    <w:rsid w:val="0070526E"/>
    <w:pPr>
      <w:framePr w:wrap="auto"/>
      <w:pBdr>
        <w:top w:val="none" w:sz="0" w:space="0" w:color="auto"/>
      </w:pBdr>
    </w:pPr>
  </w:style>
  <w:style w:type="paragraph" w:customStyle="1" w:styleId="kolomhoofd3">
    <w:name w:val="kolomhoofd 3"/>
    <w:basedOn w:val="kolomhoofd"/>
    <w:qFormat/>
    <w:rsid w:val="0082494D"/>
    <w:pPr>
      <w:framePr w:wrap="auto"/>
      <w:pBdr>
        <w:bottom w:val="dashed" w:sz="2" w:space="3" w:color="000000" w:themeColor="text1"/>
      </w:pBdr>
    </w:pPr>
  </w:style>
  <w:style w:type="paragraph" w:customStyle="1" w:styleId="kolomhoofd4">
    <w:name w:val="kolomhoofd 4"/>
    <w:basedOn w:val="kolomhoofd3"/>
    <w:qFormat/>
    <w:rsid w:val="00D31CC6"/>
    <w:pPr>
      <w:framePr w:wrap="auto"/>
      <w:pBdr>
        <w:bottom w:val="single" w:sz="12" w:space="2" w:color="FFFFFF" w:themeColor="background1"/>
      </w:pBdr>
    </w:pPr>
  </w:style>
  <w:style w:type="paragraph" w:customStyle="1" w:styleId="streepjes">
    <w:name w:val="streepjes"/>
    <w:basedOn w:val="rechts"/>
    <w:qFormat/>
    <w:rsid w:val="004C6D3F"/>
    <w:rPr>
      <w:sz w:val="16"/>
    </w:rPr>
  </w:style>
  <w:style w:type="paragraph" w:customStyle="1" w:styleId="Vetcursief">
    <w:name w:val="Vet cursief"/>
    <w:basedOn w:val="Standaard"/>
    <w:link w:val="VetcursiefChar"/>
    <w:qFormat/>
    <w:rsid w:val="007076EB"/>
    <w:pPr>
      <w:framePr w:hSpace="142" w:wrap="around" w:vAnchor="text" w:hAnchor="text" w:x="55" w:y="1"/>
      <w:suppressOverlap/>
    </w:pPr>
    <w:rPr>
      <w:b/>
      <w:i/>
    </w:rPr>
  </w:style>
  <w:style w:type="character" w:customStyle="1" w:styleId="VetcursiefChar">
    <w:name w:val="Vet cursief Char"/>
    <w:basedOn w:val="Standaardalinea-lettertype"/>
    <w:link w:val="Vetcursief"/>
    <w:rsid w:val="007076EB"/>
    <w:rPr>
      <w:b/>
      <w:i/>
      <w:color w:val="000000" w:themeColor="text1"/>
    </w:rPr>
  </w:style>
  <w:style w:type="paragraph" w:customStyle="1" w:styleId="nummersvragen">
    <w:name w:val="nummers vragen"/>
    <w:basedOn w:val="Standaard"/>
    <w:qFormat/>
    <w:rsid w:val="007076EB"/>
    <w:pPr>
      <w:framePr w:hSpace="142" w:wrap="around" w:vAnchor="text" w:hAnchor="text" w:x="55" w:y="1"/>
      <w:suppressOverlap/>
      <w:jc w:val="right"/>
    </w:pPr>
    <w:rPr>
      <w:b/>
    </w:rPr>
  </w:style>
  <w:style w:type="paragraph" w:customStyle="1" w:styleId="vink">
    <w:name w:val="vink"/>
    <w:basedOn w:val="Standaard"/>
    <w:qFormat/>
    <w:rsid w:val="00EC1D46"/>
    <w:pPr>
      <w:framePr w:hSpace="142" w:wrap="around" w:vAnchor="text" w:hAnchor="text" w:x="55" w:y="1"/>
      <w:suppressOverlap/>
      <w:jc w:val="center"/>
    </w:pPr>
    <w:rPr>
      <w:sz w:val="18"/>
      <w:szCs w:val="18"/>
    </w:rPr>
  </w:style>
  <w:style w:type="paragraph" w:styleId="Revisie">
    <w:name w:val="Revision"/>
    <w:hidden/>
    <w:uiPriority w:val="99"/>
    <w:semiHidden/>
    <w:rsid w:val="00537C0D"/>
  </w:style>
  <w:style w:type="paragraph" w:customStyle="1" w:styleId="URLene-mailadres">
    <w:name w:val="URL en e-mailadres"/>
    <w:basedOn w:val="nummersvragen"/>
    <w:qFormat/>
    <w:rsid w:val="002E3C53"/>
    <w:pPr>
      <w:framePr w:hSpace="0" w:wrap="auto" w:vAnchor="margin" w:xAlign="left" w:yAlign="inline"/>
      <w:suppressOverlap w:val="0"/>
    </w:pPr>
  </w:style>
  <w:style w:type="character" w:styleId="GevolgdeHyperlink">
    <w:name w:val="FollowedHyperlink"/>
    <w:basedOn w:val="Standaardalinea-lettertype"/>
    <w:uiPriority w:val="99"/>
    <w:semiHidden/>
    <w:unhideWhenUsed/>
    <w:rsid w:val="00C75DE1"/>
    <w:rPr>
      <w:color w:val="800080" w:themeColor="followedHyperlink"/>
      <w:u w:val="single"/>
    </w:rPr>
  </w:style>
  <w:style w:type="paragraph" w:customStyle="1" w:styleId="Bouwsteenkop1">
    <w:name w:val="Bouwsteen kop 1"/>
    <w:basedOn w:val="Kop2"/>
    <w:qFormat/>
    <w:rsid w:val="00152301"/>
    <w:rPr>
      <w:color w:val="807500"/>
    </w:rPr>
  </w:style>
  <w:style w:type="paragraph" w:customStyle="1" w:styleId="Bouwsteenbrood">
    <w:name w:val="Bouwsteen brood"/>
    <w:basedOn w:val="Standaard"/>
    <w:qFormat/>
    <w:rsid w:val="00152301"/>
    <w:rPr>
      <w:color w:val="807500"/>
      <w:szCs w:val="20"/>
    </w:rPr>
  </w:style>
  <w:style w:type="paragraph" w:customStyle="1" w:styleId="Bouwsteenkop2">
    <w:name w:val="Bouwsteen kop 2"/>
    <w:basedOn w:val="Kop1"/>
    <w:qFormat/>
    <w:rsid w:val="00580BAD"/>
    <w:pPr>
      <w:spacing w:before="200"/>
    </w:pPr>
    <w:rPr>
      <w:rFonts w:cs="Calibri"/>
      <w:color w:val="807500"/>
      <w:sz w:val="20"/>
      <w:szCs w:val="20"/>
    </w:rPr>
  </w:style>
  <w:style w:type="paragraph" w:customStyle="1" w:styleId="invulveld">
    <w:name w:val="invulveld"/>
    <w:basedOn w:val="Standaard"/>
    <w:uiPriority w:val="1"/>
    <w:qFormat/>
    <w:rsid w:val="002A4B3E"/>
    <w:pPr>
      <w:framePr w:hSpace="142" w:wrap="around" w:vAnchor="text" w:hAnchor="text" w:x="55" w:y="1"/>
      <w:suppressOverlap/>
    </w:pPr>
    <w:rPr>
      <w:szCs w:val="20"/>
    </w:rPr>
  </w:style>
  <w:style w:type="paragraph" w:customStyle="1" w:styleId="leeg">
    <w:name w:val="leeg"/>
    <w:basedOn w:val="Standaard"/>
    <w:qFormat/>
    <w:rsid w:val="002A4B3E"/>
    <w:pPr>
      <w:jc w:val="right"/>
    </w:pPr>
    <w:rPr>
      <w:szCs w:val="20"/>
    </w:rPr>
  </w:style>
  <w:style w:type="character" w:styleId="Tekstvantijdelijkeaanduiding">
    <w:name w:val="Placeholder Text"/>
    <w:basedOn w:val="Standaardalinea-lettertype"/>
    <w:uiPriority w:val="99"/>
    <w:semiHidden/>
    <w:rsid w:val="001F791D"/>
    <w:rPr>
      <w:color w:val="808080"/>
    </w:rPr>
  </w:style>
  <w:style w:type="paragraph" w:customStyle="1" w:styleId="aankruishokje">
    <w:name w:val="aankruishokje"/>
    <w:basedOn w:val="vink"/>
    <w:uiPriority w:val="1"/>
    <w:qFormat/>
    <w:rsid w:val="001F791D"/>
    <w:pPr>
      <w:framePr w:hSpace="0" w:wrap="auto" w:vAnchor="margin" w:xAlign="left" w:yAlign="inline"/>
      <w:spacing w:before="40"/>
      <w:suppressOverlap w:val="0"/>
      <w:jc w:val="left"/>
    </w:pPr>
  </w:style>
  <w:style w:type="paragraph" w:customStyle="1" w:styleId="Vraagintern">
    <w:name w:val="Vraag intern"/>
    <w:basedOn w:val="Vetcursief"/>
    <w:qFormat/>
    <w:rsid w:val="001F791D"/>
    <w:pPr>
      <w:framePr w:hSpace="0" w:wrap="auto" w:vAnchor="margin" w:xAlign="left" w:yAlign="inline"/>
      <w:ind w:left="28"/>
      <w:suppressOverlap w:val="0"/>
    </w:pPr>
    <w:rPr>
      <w:szCs w:val="20"/>
    </w:rPr>
  </w:style>
  <w:style w:type="paragraph" w:customStyle="1" w:styleId="Aanwijzing">
    <w:name w:val="Aanwijzing"/>
    <w:basedOn w:val="Standaard"/>
    <w:link w:val="AanwijzingChar"/>
    <w:qFormat/>
    <w:rsid w:val="00743023"/>
    <w:pPr>
      <w:ind w:left="28"/>
    </w:pPr>
    <w:rPr>
      <w:bCs/>
      <w:i/>
      <w:szCs w:val="20"/>
    </w:rPr>
  </w:style>
  <w:style w:type="character" w:customStyle="1" w:styleId="AanwijzingChar">
    <w:name w:val="Aanwijzing Char"/>
    <w:basedOn w:val="Standaardalinea-lettertype"/>
    <w:link w:val="Aanwijzing"/>
    <w:rsid w:val="00743023"/>
    <w:rPr>
      <w:bCs/>
      <w:i/>
      <w:szCs w:val="20"/>
    </w:rPr>
  </w:style>
  <w:style w:type="character" w:customStyle="1" w:styleId="VraagChar">
    <w:name w:val="Vraag Char"/>
    <w:basedOn w:val="Standaardalinea-lettertype"/>
    <w:link w:val="Vraag"/>
    <w:rsid w:val="00F0004F"/>
    <w:rPr>
      <w:b/>
    </w:rPr>
  </w:style>
  <w:style w:type="paragraph" w:customStyle="1" w:styleId="Vraag">
    <w:name w:val="Vraag"/>
    <w:basedOn w:val="Standaard"/>
    <w:link w:val="VraagChar"/>
    <w:qFormat/>
    <w:rsid w:val="00F0004F"/>
    <w:pPr>
      <w:ind w:left="29"/>
    </w:pPr>
    <w:rPr>
      <w:b/>
    </w:rPr>
  </w:style>
  <w:style w:type="paragraph" w:customStyle="1" w:styleId="Verklaring">
    <w:name w:val="Verklaring"/>
    <w:basedOn w:val="Standaard"/>
    <w:link w:val="VerklaringChar"/>
    <w:qFormat/>
    <w:rsid w:val="0074446A"/>
    <w:pPr>
      <w:spacing w:before="80" w:after="60"/>
      <w:ind w:left="28"/>
    </w:pPr>
    <w:rPr>
      <w:b/>
      <w:szCs w:val="20"/>
    </w:rPr>
  </w:style>
  <w:style w:type="character" w:customStyle="1" w:styleId="VerklaringChar">
    <w:name w:val="Verklaring Char"/>
    <w:basedOn w:val="Standaardalinea-lettertype"/>
    <w:link w:val="Verklaring"/>
    <w:rsid w:val="0074446A"/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4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dfa.be/cs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sg@vlaanderen.b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esenkb\AppData\Local\Microsoft\Windows\Temporary%20Internet%20Files\Content.Outlook\HUT8SBIW\140825_Formulierensjabloon.dotx" TargetMode="External"/></Relationships>
</file>

<file path=word/theme/theme1.xml><?xml version="1.0" encoding="utf-8"?>
<a:theme xmlns:a="http://schemas.openxmlformats.org/drawingml/2006/main" name="VO_algemeen">
  <a:themeElements>
    <a:clrScheme name="Vlaamse overheid algemeen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O 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1F496E9CD25440B6A3CB466FADFD3F" ma:contentTypeVersion="4" ma:contentTypeDescription="Een nieuw document maken." ma:contentTypeScope="" ma:versionID="960b45bbe48c5b85224305c049efd509">
  <xsd:schema xmlns:xsd="http://www.w3.org/2001/XMLSchema" xmlns:xs="http://www.w3.org/2001/XMLSchema" xmlns:p="http://schemas.microsoft.com/office/2006/metadata/properties" xmlns:ns2="2532ea2c-9340-4a2e-b51b-eda0df9343f7" xmlns:ns3="ed16ad42-ef22-4532-b264-15f2634507a4" targetNamespace="http://schemas.microsoft.com/office/2006/metadata/properties" ma:root="true" ma:fieldsID="3f2ef61e7fd3cd361ea4a2c189ebc38e" ns2:_="" ns3:_="">
    <xsd:import namespace="2532ea2c-9340-4a2e-b51b-eda0df9343f7"/>
    <xsd:import namespace="ed16ad42-ef22-4532-b264-15f2634507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32ea2c-9340-4a2e-b51b-eda0df9343f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16ad42-ef22-4532-b264-15f263450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895ADA-1151-4FD0-860E-CA8A653F9B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932BBC-A533-4636-A7F2-DBF7A8AAF35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A05A158-CC24-45E3-BB3F-42AA81285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32ea2c-9340-4a2e-b51b-eda0df9343f7"/>
    <ds:schemaRef ds:uri="ed16ad42-ef22-4532-b264-15f2634507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2A09DE-ABF3-45E1-B6C2-41A8C05EB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140825_Formulierensjabloon</Template>
  <TotalTime>2</TotalTime>
  <Pages>2</Pages>
  <Words>1339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Vlaamse Overheid</Company>
  <LinksUpToDate>false</LinksUpToDate>
  <CharactersWithSpaces>8689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dienstTaaladvies</dc:creator>
  <cp:lastModifiedBy>Verdickt, Zen</cp:lastModifiedBy>
  <cp:revision>3</cp:revision>
  <dcterms:created xsi:type="dcterms:W3CDTF">2017-06-16T14:25:00Z</dcterms:created>
  <dcterms:modified xsi:type="dcterms:W3CDTF">2018-01-26T10:55:00Z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0x0101004F1F496E9CD25440B6A3CB466FADFD3F</vt:lpwstr>
  </property>
  <property fmtid="{D5CDD505-2E9C-101B-9397-08002B2CF9AE}" pid="3" name="FileLeafRef">
    <vt:lpwstr>Militair_Aanvraag_Vergunning_Uit-, doorvoer en overbrenging vanuit VLG_Bijlage 2_Militaire vuurwapens.docx</vt:lpwstr>
  </property>
</Properties>
</file>